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7156" w14:textId="77777777" w:rsidR="004946D8" w:rsidRPr="005A113F" w:rsidRDefault="004946D8" w:rsidP="005A113F"/>
    <w:p w14:paraId="46715EDD" w14:textId="78B3570D" w:rsidR="006707F9" w:rsidRPr="006707F9" w:rsidRDefault="001D17AF" w:rsidP="006707F9">
      <w:pPr>
        <w:pStyle w:val="Ttulo"/>
        <w:jc w:val="center"/>
      </w:pPr>
      <w:bookmarkStart w:id="0" w:name="_Hlk86058145"/>
      <w:r>
        <w:t>CONFORMIDAD INTEGRADORA/COOPERATIVA</w:t>
      </w:r>
    </w:p>
    <w:bookmarkEnd w:id="0"/>
    <w:p w14:paraId="6442FCF0" w14:textId="58EA39BE" w:rsidR="004946D8" w:rsidRDefault="004946D8" w:rsidP="006707F9"/>
    <w:p w14:paraId="2CB60CE2" w14:textId="44407458" w:rsidR="006707F9" w:rsidRDefault="006707F9" w:rsidP="006707F9"/>
    <w:p w14:paraId="77BC3B11" w14:textId="77777777" w:rsidR="006707F9" w:rsidRDefault="006707F9" w:rsidP="006707F9"/>
    <w:p w14:paraId="6EF1BDC8" w14:textId="162B96E1" w:rsidR="006707F9" w:rsidRDefault="006707F9" w:rsidP="006707F9">
      <w:r>
        <w:t>D.</w:t>
      </w:r>
      <w:r w:rsidR="00A67702">
        <w:t>/Dña.</w:t>
      </w:r>
      <w:r>
        <w:t xml:space="preserve"> ________________________________________________________________________________________, con DNI ________________________ y domicilio en ____________________________________________, de la localidad de ___________________________, CP ____________, provincia de _______________________, actuando en calidad de representante de la empresa/entidad: ___________________________________________________, con CIF __________________ y domicilio en _______________________________________________, de la localidad de ________________________, CP ___________, provincia de _____________________</w:t>
      </w:r>
    </w:p>
    <w:p w14:paraId="4B0A9B57" w14:textId="4F2A3391" w:rsidR="006707F9" w:rsidRDefault="006707F9" w:rsidP="006707F9"/>
    <w:p w14:paraId="21091513" w14:textId="77777777" w:rsidR="00A67702" w:rsidRDefault="00A67702" w:rsidP="006707F9"/>
    <w:p w14:paraId="70F631D8" w14:textId="77777777" w:rsidR="006707F9" w:rsidRPr="006707F9" w:rsidRDefault="006707F9" w:rsidP="006707F9">
      <w:pPr>
        <w:jc w:val="center"/>
        <w:rPr>
          <w:b/>
          <w:bCs/>
        </w:rPr>
      </w:pPr>
      <w:r w:rsidRPr="006707F9">
        <w:rPr>
          <w:b/>
          <w:bCs/>
        </w:rPr>
        <w:t>EXPONE</w:t>
      </w:r>
    </w:p>
    <w:p w14:paraId="2FE3121F" w14:textId="66F61687" w:rsidR="006707F9" w:rsidRDefault="006707F9" w:rsidP="006707F9"/>
    <w:p w14:paraId="09CB167B" w14:textId="77777777" w:rsidR="00A67702" w:rsidRDefault="00A67702" w:rsidP="006707F9"/>
    <w:p w14:paraId="353B0368" w14:textId="15DA8C32" w:rsidR="006707F9" w:rsidRDefault="006707F9" w:rsidP="006707F9">
      <w:r>
        <w:t xml:space="preserve">Que como </w:t>
      </w:r>
      <w:r w:rsidR="002D3459">
        <w:t>responsable</w:t>
      </w:r>
      <w:r>
        <w:t xml:space="preserve"> de </w:t>
      </w:r>
      <w:r w:rsidR="002D3459">
        <w:t>la empresa integradora/cooperativa</w:t>
      </w:r>
      <w:r>
        <w:t xml:space="preserve"> </w:t>
      </w:r>
      <w:r w:rsidR="002D3459">
        <w:t xml:space="preserve">_______________________________________ </w:t>
      </w:r>
      <w:r>
        <w:t>autoriz</w:t>
      </w:r>
      <w:r w:rsidR="00A67702">
        <w:t>o</w:t>
      </w:r>
      <w:r>
        <w:t xml:space="preserve"> a D.</w:t>
      </w:r>
      <w:r w:rsidR="00A67702">
        <w:t xml:space="preserve">/Dña. </w:t>
      </w:r>
      <w:r>
        <w:t>___</w:t>
      </w:r>
      <w:r w:rsidR="002D3459">
        <w:t>_</w:t>
      </w:r>
      <w:r w:rsidR="001D17AF">
        <w:t>___</w:t>
      </w:r>
      <w:r w:rsidR="002D3459">
        <w:t>___________________</w:t>
      </w:r>
      <w:r>
        <w:t>________</w:t>
      </w:r>
      <w:r w:rsidR="00A67702">
        <w:t xml:space="preserve">, </w:t>
      </w:r>
      <w:r>
        <w:t>con DNI ___________________ y domicilio en</w:t>
      </w:r>
      <w:r w:rsidR="00A67702">
        <w:t xml:space="preserve"> </w:t>
      </w:r>
      <w:r>
        <w:t>_____________</w:t>
      </w:r>
      <w:r w:rsidR="00A67702">
        <w:t>___________________</w:t>
      </w:r>
      <w:r>
        <w:t>_________, de la localidad de</w:t>
      </w:r>
      <w:r w:rsidR="00A67702">
        <w:t xml:space="preserve"> __</w:t>
      </w:r>
      <w:r>
        <w:t>___</w:t>
      </w:r>
      <w:r w:rsidR="00A67702">
        <w:t>_________________</w:t>
      </w:r>
      <w:r>
        <w:t xml:space="preserve">, CP </w:t>
      </w:r>
      <w:r w:rsidR="00A67702">
        <w:t>__________</w:t>
      </w:r>
      <w:r>
        <w:t>____</w:t>
      </w:r>
      <w:r w:rsidR="00A67702">
        <w:t>, p</w:t>
      </w:r>
      <w:r>
        <w:t>rovincia de</w:t>
      </w:r>
      <w:r w:rsidR="00A67702">
        <w:t xml:space="preserve"> </w:t>
      </w:r>
      <w:r>
        <w:t>_______________________, a su adhesión a la asociación denominada Cl</w:t>
      </w:r>
      <w:r w:rsidR="00A67702">
        <w:t>ú</w:t>
      </w:r>
      <w:r>
        <w:t>ster Español de Productores de Ganado Porcino en calidad de socio ganadero.</w:t>
      </w:r>
    </w:p>
    <w:p w14:paraId="33FE85F2" w14:textId="77777777" w:rsidR="006707F9" w:rsidRDefault="006707F9" w:rsidP="006707F9"/>
    <w:p w14:paraId="46657499" w14:textId="77777777" w:rsidR="006707F9" w:rsidRDefault="006707F9" w:rsidP="006707F9"/>
    <w:p w14:paraId="3D36E9B3" w14:textId="593CE289" w:rsidR="006707F9" w:rsidRDefault="006707F9" w:rsidP="006707F9">
      <w:r>
        <w:t>Y para que conste y surta los efectos oportunos, se expide la presente certificación en</w:t>
      </w:r>
      <w:r w:rsidR="00A67702">
        <w:t xml:space="preserve"> </w:t>
      </w:r>
      <w:r>
        <w:t>__</w:t>
      </w:r>
      <w:r w:rsidR="00A67702">
        <w:t>______________________</w:t>
      </w:r>
      <w:r>
        <w:t>_</w:t>
      </w:r>
      <w:r w:rsidR="00A67702">
        <w:t xml:space="preserve">, </w:t>
      </w:r>
      <w:r>
        <w:t xml:space="preserve">a </w:t>
      </w:r>
      <w:r w:rsidR="00A67702">
        <w:t>____</w:t>
      </w:r>
      <w:r>
        <w:t xml:space="preserve"> </w:t>
      </w:r>
      <w:proofErr w:type="spellStart"/>
      <w:r>
        <w:t>de</w:t>
      </w:r>
      <w:proofErr w:type="spellEnd"/>
      <w:r>
        <w:t xml:space="preserve"> </w:t>
      </w:r>
      <w:r w:rsidR="00A67702">
        <w:t>____</w:t>
      </w:r>
      <w:r>
        <w:t xml:space="preserve"> </w:t>
      </w:r>
      <w:proofErr w:type="spellStart"/>
      <w:r>
        <w:t>de</w:t>
      </w:r>
      <w:proofErr w:type="spellEnd"/>
      <w:r>
        <w:t xml:space="preserve"> </w:t>
      </w:r>
      <w:r w:rsidR="00A67702">
        <w:t>20__</w:t>
      </w:r>
      <w:r w:rsidR="008651BA">
        <w:t>__</w:t>
      </w:r>
      <w:r w:rsidR="00A67702">
        <w:t>__</w:t>
      </w:r>
      <w:r>
        <w:t>.</w:t>
      </w:r>
    </w:p>
    <w:p w14:paraId="7EB042E1" w14:textId="77777777" w:rsidR="006707F9" w:rsidRDefault="006707F9" w:rsidP="006707F9"/>
    <w:p w14:paraId="4B029D2F" w14:textId="77777777" w:rsidR="006707F9" w:rsidRDefault="006707F9" w:rsidP="006707F9"/>
    <w:p w14:paraId="3E550032" w14:textId="77777777" w:rsidR="006707F9" w:rsidRDefault="006707F9" w:rsidP="006707F9"/>
    <w:p w14:paraId="5DF55C1F" w14:textId="77777777" w:rsidR="006707F9" w:rsidRDefault="006707F9" w:rsidP="006707F9"/>
    <w:p w14:paraId="28DC08ED" w14:textId="77777777" w:rsidR="006707F9" w:rsidRDefault="006707F9" w:rsidP="006707F9"/>
    <w:p w14:paraId="1C4F22A6" w14:textId="4387597B" w:rsidR="006707F9" w:rsidRDefault="006707F9" w:rsidP="006707F9">
      <w:r>
        <w:t>Fdo.: D.</w:t>
      </w:r>
      <w:r w:rsidR="00A67702">
        <w:t>/Dña.</w:t>
      </w:r>
    </w:p>
    <w:p w14:paraId="22F0F6C6" w14:textId="77777777" w:rsidR="006707F9" w:rsidRDefault="006707F9" w:rsidP="006707F9"/>
    <w:p w14:paraId="1137D3D0" w14:textId="77777777" w:rsidR="006707F9" w:rsidRDefault="006707F9" w:rsidP="006707F9"/>
    <w:p w14:paraId="07331E6E" w14:textId="25C589C9" w:rsidR="0000436B" w:rsidRDefault="006707F9" w:rsidP="006707F9">
      <w:r>
        <w:t>_________________________________________________</w:t>
      </w:r>
    </w:p>
    <w:sectPr w:rsidR="0000436B" w:rsidSect="002652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D9876" w14:textId="77777777" w:rsidR="006707F9" w:rsidRDefault="006707F9" w:rsidP="005A113F">
      <w:r>
        <w:separator/>
      </w:r>
    </w:p>
    <w:p w14:paraId="2A5EB971" w14:textId="77777777" w:rsidR="006707F9" w:rsidRDefault="006707F9" w:rsidP="005A113F"/>
  </w:endnote>
  <w:endnote w:type="continuationSeparator" w:id="0">
    <w:p w14:paraId="15DC5C98" w14:textId="77777777" w:rsidR="006707F9" w:rsidRDefault="006707F9" w:rsidP="005A113F">
      <w:r>
        <w:continuationSeparator/>
      </w:r>
    </w:p>
    <w:p w14:paraId="41D90378" w14:textId="77777777" w:rsidR="006707F9" w:rsidRDefault="006707F9" w:rsidP="005A1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230F" w14:textId="77777777" w:rsidR="004946D8" w:rsidRDefault="008C7910" w:rsidP="00A3505E">
    <w:pPr>
      <w:pStyle w:val="Piedepgina"/>
    </w:pPr>
    <w:sdt>
      <w:sdtPr>
        <w:id w:val="969400743"/>
        <w:temporary/>
        <w:showingPlcHdr/>
      </w:sdtPr>
      <w:sdtEndPr/>
      <w:sdtContent>
        <w:r w:rsidR="004946D8">
          <w:t>[Escriba texto]</w:t>
        </w:r>
      </w:sdtContent>
    </w:sdt>
    <w:r w:rsidR="004946D8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4946D8">
          <w:t>[Escriba texto]</w:t>
        </w:r>
      </w:sdtContent>
    </w:sdt>
    <w:r w:rsidR="004946D8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4946D8">
          <w:t>[Escriba texto]</w:t>
        </w:r>
      </w:sdtContent>
    </w:sdt>
  </w:p>
  <w:p w14:paraId="70A9DE99" w14:textId="77777777" w:rsidR="005123E5" w:rsidRDefault="005123E5" w:rsidP="005A11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BA2B" w14:textId="77777777" w:rsidR="005A113F" w:rsidRDefault="005A113F" w:rsidP="00A3505E">
    <w:pPr>
      <w:pStyle w:val="Piedepgina"/>
    </w:pPr>
    <w:r w:rsidRPr="005A113F">
      <w:rPr>
        <w:noProof/>
      </w:rPr>
      <w:drawing>
        <wp:anchor distT="0" distB="0" distL="114300" distR="114300" simplePos="0" relativeHeight="251664896" behindDoc="1" locked="0" layoutInCell="1" allowOverlap="1" wp14:anchorId="7D85F046" wp14:editId="7628949A">
          <wp:simplePos x="0" y="0"/>
          <wp:positionH relativeFrom="column">
            <wp:posOffset>-1080135</wp:posOffset>
          </wp:positionH>
          <wp:positionV relativeFrom="paragraph">
            <wp:posOffset>-2817817</wp:posOffset>
          </wp:positionV>
          <wp:extent cx="8125200" cy="3704400"/>
          <wp:effectExtent l="0" t="0" r="0" b="0"/>
          <wp:wrapNone/>
          <wp:docPr id="3" name="Imagen 1" descr="Macintosh HD:Users:user:Downloads:MARCA AGUA HOJA i+POR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ser:Downloads:MARCA AGUA HOJA i+POR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5200" cy="370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28D3A5" w14:textId="79CA3599" w:rsidR="004946D8" w:rsidRPr="0078296C" w:rsidRDefault="000C7853" w:rsidP="000C7853">
    <w:pPr>
      <w:pStyle w:val="Piedepgina"/>
      <w:tabs>
        <w:tab w:val="center" w:pos="4348"/>
        <w:tab w:val="left" w:pos="7802"/>
      </w:tabs>
      <w:jc w:val="left"/>
      <w:rPr>
        <w:sz w:val="18"/>
        <w:szCs w:val="18"/>
      </w:rPr>
    </w:pPr>
    <w:r>
      <w:rPr>
        <w:sz w:val="18"/>
        <w:szCs w:val="18"/>
      </w:rPr>
      <w:tab/>
    </w:r>
    <w:r w:rsidR="00231CF0" w:rsidRPr="0078296C">
      <w:rPr>
        <w:sz w:val="18"/>
        <w:szCs w:val="18"/>
      </w:rPr>
      <w:t xml:space="preserve">Pág. </w:t>
    </w:r>
    <w:r w:rsidR="00231CF0" w:rsidRPr="0078296C">
      <w:rPr>
        <w:sz w:val="18"/>
        <w:szCs w:val="18"/>
      </w:rPr>
      <w:fldChar w:fldCharType="begin"/>
    </w:r>
    <w:r w:rsidR="00231CF0" w:rsidRPr="0078296C">
      <w:rPr>
        <w:sz w:val="18"/>
        <w:szCs w:val="18"/>
      </w:rPr>
      <w:instrText>PAGE   \* MERGEFORMAT</w:instrText>
    </w:r>
    <w:r w:rsidR="00231CF0" w:rsidRPr="0078296C">
      <w:rPr>
        <w:sz w:val="18"/>
        <w:szCs w:val="18"/>
      </w:rPr>
      <w:fldChar w:fldCharType="separate"/>
    </w:r>
    <w:r w:rsidR="00231CF0" w:rsidRPr="0078296C">
      <w:rPr>
        <w:sz w:val="18"/>
        <w:szCs w:val="18"/>
      </w:rPr>
      <w:t>1</w:t>
    </w:r>
    <w:r w:rsidR="00231CF0" w:rsidRPr="0078296C">
      <w:rPr>
        <w:sz w:val="18"/>
        <w:szCs w:val="18"/>
      </w:rPr>
      <w:fldChar w:fldCharType="end"/>
    </w:r>
    <w:r w:rsidR="00231CF0" w:rsidRPr="0078296C">
      <w:rPr>
        <w:sz w:val="18"/>
        <w:szCs w:val="18"/>
      </w:rPr>
      <w:t xml:space="preserve"> de </w:t>
    </w:r>
    <w:r w:rsidR="00231CF0" w:rsidRPr="0078296C">
      <w:rPr>
        <w:sz w:val="18"/>
        <w:szCs w:val="18"/>
      </w:rPr>
      <w:fldChar w:fldCharType="begin"/>
    </w:r>
    <w:r w:rsidR="00231CF0" w:rsidRPr="0078296C">
      <w:rPr>
        <w:sz w:val="18"/>
        <w:szCs w:val="18"/>
      </w:rPr>
      <w:instrText>NUMPAGES</w:instrText>
    </w:r>
    <w:r w:rsidR="00231CF0" w:rsidRPr="0078296C">
      <w:rPr>
        <w:sz w:val="18"/>
        <w:szCs w:val="18"/>
      </w:rPr>
      <w:fldChar w:fldCharType="separate"/>
    </w:r>
    <w:r w:rsidR="00231CF0" w:rsidRPr="0078296C">
      <w:rPr>
        <w:sz w:val="18"/>
        <w:szCs w:val="18"/>
      </w:rPr>
      <w:t>13</w:t>
    </w:r>
    <w:r w:rsidR="00231CF0" w:rsidRPr="0078296C">
      <w:rPr>
        <w:sz w:val="18"/>
        <w:szCs w:val="18"/>
      </w:rPr>
      <w:fldChar w:fldCharType="end"/>
    </w:r>
    <w:r>
      <w:rPr>
        <w:sz w:val="18"/>
        <w:szCs w:val="18"/>
      </w:rPr>
      <w:tab/>
    </w:r>
  </w:p>
  <w:p w14:paraId="6C4C3A7A" w14:textId="77777777" w:rsidR="005123E5" w:rsidRDefault="005123E5" w:rsidP="005A113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CCAD" w14:textId="77777777" w:rsidR="000C7853" w:rsidRDefault="000C78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11B1" w14:textId="77777777" w:rsidR="006707F9" w:rsidRDefault="006707F9" w:rsidP="005A113F">
      <w:pPr>
        <w:rPr>
          <w:color w:val="93A5AD"/>
        </w:rPr>
      </w:pPr>
    </w:p>
    <w:p w14:paraId="0F6A81D4" w14:textId="77777777" w:rsidR="006707F9" w:rsidRPr="00B45F16" w:rsidRDefault="006707F9" w:rsidP="005A113F">
      <w:pPr>
        <w:rPr>
          <w:color w:val="93A5AD"/>
        </w:rPr>
      </w:pPr>
      <w:r w:rsidRPr="00B45F16">
        <w:rPr>
          <w:color w:val="93A5AD"/>
        </w:rPr>
        <w:separator/>
      </w:r>
    </w:p>
  </w:footnote>
  <w:footnote w:type="continuationSeparator" w:id="0">
    <w:p w14:paraId="11047CA7" w14:textId="77777777" w:rsidR="006707F9" w:rsidRDefault="006707F9" w:rsidP="005A113F">
      <w:r>
        <w:continuationSeparator/>
      </w:r>
    </w:p>
    <w:p w14:paraId="742ECEAF" w14:textId="77777777" w:rsidR="006707F9" w:rsidRDefault="006707F9" w:rsidP="005A1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EEA6" w14:textId="77777777" w:rsidR="004946D8" w:rsidRDefault="008C7910" w:rsidP="005A113F">
    <w:pPr>
      <w:pStyle w:val="Encabezado"/>
    </w:pPr>
    <w:r>
      <w:rPr>
        <w:noProof/>
      </w:rPr>
      <w:pict w14:anchorId="3C08D4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24.05pt;height:193.05pt;z-index:-251656192;mso-wrap-edited:f;mso-position-horizontal:center;mso-position-horizontal-relative:margin;mso-position-vertical:center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</w:p>
  <w:p w14:paraId="02D31AF1" w14:textId="77777777" w:rsidR="005123E5" w:rsidRDefault="005123E5" w:rsidP="005A11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9BDF" w14:textId="77777777" w:rsidR="004946D8" w:rsidRDefault="008C7910" w:rsidP="005A113F">
    <w:pPr>
      <w:pStyle w:val="Encabezado"/>
    </w:pPr>
    <w:r>
      <w:rPr>
        <w:noProof/>
      </w:rPr>
      <w:pict w14:anchorId="39DDF3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-23.6pt;margin-top:94.85pt;width:424.05pt;height:193.05pt;z-index:-251657216;mso-wrap-edited:f;mso-position-horizontal-relative:margin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  <w:r w:rsidR="004946D8">
      <w:rPr>
        <w:noProof/>
      </w:rPr>
      <w:drawing>
        <wp:anchor distT="0" distB="0" distL="114300" distR="114300" simplePos="0" relativeHeight="251652608" behindDoc="0" locked="0" layoutInCell="1" allowOverlap="1" wp14:anchorId="12E289F0" wp14:editId="17D26553">
          <wp:simplePos x="0" y="0"/>
          <wp:positionH relativeFrom="column">
            <wp:posOffset>-1076325</wp:posOffset>
          </wp:positionH>
          <wp:positionV relativeFrom="paragraph">
            <wp:posOffset>-448310</wp:posOffset>
          </wp:positionV>
          <wp:extent cx="7564755" cy="1854200"/>
          <wp:effectExtent l="0" t="0" r="4445" b="0"/>
          <wp:wrapThrough wrapText="bothSides">
            <wp:wrapPolygon edited="0">
              <wp:start x="0" y="0"/>
              <wp:lineTo x="0" y="21304"/>
              <wp:lineTo x="21540" y="21304"/>
              <wp:lineTo x="215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PERIOR HOJA i+PORC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755" cy="185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0C8205" w14:textId="77777777" w:rsidR="005123E5" w:rsidRDefault="005123E5" w:rsidP="005A11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B47E" w14:textId="77777777" w:rsidR="004946D8" w:rsidRDefault="008C7910" w:rsidP="005A113F">
    <w:pPr>
      <w:pStyle w:val="Encabezado"/>
    </w:pPr>
    <w:r>
      <w:rPr>
        <w:noProof/>
      </w:rPr>
      <w:pict w14:anchorId="6E80FE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24.05pt;height:193.05pt;z-index:-251655168;mso-wrap-edited:f;mso-position-horizontal:center;mso-position-horizontal-relative:margin;mso-position-vertical:center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008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7291C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8A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451BB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77B43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27C44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F2BC7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F4476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36366"/>
    <w:multiLevelType w:val="multilevel"/>
    <w:tmpl w:val="867256B2"/>
    <w:styleLink w:val="AST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E19819"/>
        <w:sz w:val="24"/>
        <w:szCs w:val="24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2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3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D192B56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A022A"/>
    <w:multiLevelType w:val="hybridMultilevel"/>
    <w:tmpl w:val="803C0D3A"/>
    <w:lvl w:ilvl="0" w:tplc="0C0A0019">
      <w:start w:val="1"/>
      <w:numFmt w:val="lowerLetter"/>
      <w:lvlText w:val="%1."/>
      <w:lvlJc w:val="left"/>
      <w:pPr>
        <w:ind w:left="1146" w:hanging="360"/>
      </w:pPr>
    </w:lvl>
    <w:lvl w:ilvl="1" w:tplc="0C0A0019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A276D26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0090C"/>
    <w:multiLevelType w:val="hybridMultilevel"/>
    <w:tmpl w:val="AC48CE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83CDD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F1857"/>
    <w:multiLevelType w:val="hybridMultilevel"/>
    <w:tmpl w:val="DC8EB49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627BB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37D2D"/>
    <w:multiLevelType w:val="multilevel"/>
    <w:tmpl w:val="0C0A001D"/>
    <w:styleLink w:val="AST-Listados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color w:val="F0B326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1F93AB0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C0B5C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43ACF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45466">
    <w:abstractNumId w:val="8"/>
  </w:num>
  <w:num w:numId="2" w16cid:durableId="232668629">
    <w:abstractNumId w:val="16"/>
  </w:num>
  <w:num w:numId="3" w16cid:durableId="1624581823">
    <w:abstractNumId w:val="4"/>
  </w:num>
  <w:num w:numId="4" w16cid:durableId="1108892504">
    <w:abstractNumId w:val="3"/>
  </w:num>
  <w:num w:numId="5" w16cid:durableId="916784651">
    <w:abstractNumId w:val="2"/>
  </w:num>
  <w:num w:numId="6" w16cid:durableId="741751871">
    <w:abstractNumId w:val="7"/>
  </w:num>
  <w:num w:numId="7" w16cid:durableId="1998605086">
    <w:abstractNumId w:val="5"/>
  </w:num>
  <w:num w:numId="8" w16cid:durableId="416366570">
    <w:abstractNumId w:val="10"/>
  </w:num>
  <w:num w:numId="9" w16cid:durableId="1454009931">
    <w:abstractNumId w:val="19"/>
  </w:num>
  <w:num w:numId="10" w16cid:durableId="1279945544">
    <w:abstractNumId w:val="11"/>
  </w:num>
  <w:num w:numId="11" w16cid:durableId="157232694">
    <w:abstractNumId w:val="15"/>
  </w:num>
  <w:num w:numId="12" w16cid:durableId="1759865052">
    <w:abstractNumId w:val="1"/>
  </w:num>
  <w:num w:numId="13" w16cid:durableId="746727145">
    <w:abstractNumId w:val="18"/>
  </w:num>
  <w:num w:numId="14" w16cid:durableId="1631864994">
    <w:abstractNumId w:val="9"/>
  </w:num>
  <w:num w:numId="15" w16cid:durableId="1193807854">
    <w:abstractNumId w:val="6"/>
  </w:num>
  <w:num w:numId="16" w16cid:durableId="731198747">
    <w:abstractNumId w:val="13"/>
  </w:num>
  <w:num w:numId="17" w16cid:durableId="1102645645">
    <w:abstractNumId w:val="17"/>
  </w:num>
  <w:num w:numId="18" w16cid:durableId="1881284333">
    <w:abstractNumId w:val="0"/>
  </w:num>
  <w:num w:numId="19" w16cid:durableId="1793085537">
    <w:abstractNumId w:val="12"/>
  </w:num>
  <w:num w:numId="20" w16cid:durableId="2227893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707F9"/>
    <w:rsid w:val="00001BA4"/>
    <w:rsid w:val="0000436B"/>
    <w:rsid w:val="00037842"/>
    <w:rsid w:val="00041C48"/>
    <w:rsid w:val="000C7853"/>
    <w:rsid w:val="000D05E5"/>
    <w:rsid w:val="000E6902"/>
    <w:rsid w:val="00107384"/>
    <w:rsid w:val="00142785"/>
    <w:rsid w:val="001964DE"/>
    <w:rsid w:val="001D17AF"/>
    <w:rsid w:val="00231CF0"/>
    <w:rsid w:val="0026523D"/>
    <w:rsid w:val="00292EBF"/>
    <w:rsid w:val="002A3D8D"/>
    <w:rsid w:val="002D3459"/>
    <w:rsid w:val="00346140"/>
    <w:rsid w:val="00375B63"/>
    <w:rsid w:val="003F1E5E"/>
    <w:rsid w:val="00470B9C"/>
    <w:rsid w:val="004946D8"/>
    <w:rsid w:val="004C7B00"/>
    <w:rsid w:val="005123E5"/>
    <w:rsid w:val="005407EE"/>
    <w:rsid w:val="00542E12"/>
    <w:rsid w:val="00576263"/>
    <w:rsid w:val="00587A89"/>
    <w:rsid w:val="005A113F"/>
    <w:rsid w:val="00644326"/>
    <w:rsid w:val="006707F9"/>
    <w:rsid w:val="006A2C81"/>
    <w:rsid w:val="0078296C"/>
    <w:rsid w:val="007C211C"/>
    <w:rsid w:val="007F37D1"/>
    <w:rsid w:val="00843D2C"/>
    <w:rsid w:val="008651BA"/>
    <w:rsid w:val="008C7910"/>
    <w:rsid w:val="008D3794"/>
    <w:rsid w:val="00902734"/>
    <w:rsid w:val="0092180F"/>
    <w:rsid w:val="009B7F52"/>
    <w:rsid w:val="009F6256"/>
    <w:rsid w:val="00A0040C"/>
    <w:rsid w:val="00A3505E"/>
    <w:rsid w:val="00A67702"/>
    <w:rsid w:val="00AB228E"/>
    <w:rsid w:val="00AC4880"/>
    <w:rsid w:val="00AF750C"/>
    <w:rsid w:val="00B37130"/>
    <w:rsid w:val="00B45F16"/>
    <w:rsid w:val="00C153AD"/>
    <w:rsid w:val="00D85F49"/>
    <w:rsid w:val="00DC4E7B"/>
    <w:rsid w:val="00DF2D90"/>
    <w:rsid w:val="00E00505"/>
    <w:rsid w:val="00E1576F"/>
    <w:rsid w:val="00E21CDF"/>
    <w:rsid w:val="00ED1912"/>
    <w:rsid w:val="00F05DBD"/>
    <w:rsid w:val="00F5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E08656"/>
  <w14:defaultImageDpi w14:val="300"/>
  <w15:docId w15:val="{F953F7BC-6A28-41DD-A4A6-7D5B0FB3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13F"/>
    <w:pPr>
      <w:widowControl w:val="0"/>
      <w:autoSpaceDE w:val="0"/>
      <w:autoSpaceDN w:val="0"/>
      <w:adjustRightInd w:val="0"/>
      <w:ind w:right="-198"/>
      <w:jc w:val="both"/>
    </w:pPr>
    <w:rPr>
      <w:rFonts w:ascii="Open Sans" w:hAnsi="Open Sans" w:cs="Cambria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A3D8D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3D8D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43D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93A5AD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ST">
    <w:name w:val="AST"/>
    <w:uiPriority w:val="99"/>
    <w:rsid w:val="0026523D"/>
    <w:pPr>
      <w:numPr>
        <w:numId w:val="1"/>
      </w:numPr>
    </w:pPr>
  </w:style>
  <w:style w:type="numbering" w:customStyle="1" w:styleId="AST-Listados">
    <w:name w:val="AST-Listados"/>
    <w:uiPriority w:val="99"/>
    <w:rsid w:val="0026523D"/>
    <w:pPr>
      <w:numPr>
        <w:numId w:val="2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2A3D8D"/>
    <w:rPr>
      <w:rFonts w:ascii="Open Sans" w:hAnsi="Open Sans" w:cs="Cambria"/>
      <w:b/>
      <w:bCs/>
      <w:sz w:val="20"/>
      <w:szCs w:val="20"/>
      <w:lang w:val="es-ES"/>
    </w:rPr>
  </w:style>
  <w:style w:type="paragraph" w:styleId="TtuloTDC">
    <w:name w:val="TOC Heading"/>
    <w:basedOn w:val="Ttulo1"/>
    <w:next w:val="Normal"/>
    <w:uiPriority w:val="39"/>
    <w:unhideWhenUsed/>
    <w:rsid w:val="004946D8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46D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46D8"/>
    <w:rPr>
      <w:rFonts w:ascii="Lucida Grande" w:hAnsi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4946D8"/>
    <w:pPr>
      <w:spacing w:before="120"/>
    </w:pPr>
    <w:rPr>
      <w:b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4946D8"/>
    <w:pPr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4946D8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4946D8"/>
    <w:pPr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4946D8"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4946D8"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4946D8"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4946D8"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4946D8"/>
    <w:pPr>
      <w:ind w:left="1920"/>
    </w:pPr>
  </w:style>
  <w:style w:type="paragraph" w:styleId="Encabezado">
    <w:name w:val="header"/>
    <w:basedOn w:val="Normal"/>
    <w:link w:val="EncabezadoCar"/>
    <w:uiPriority w:val="99"/>
    <w:unhideWhenUsed/>
    <w:rsid w:val="004C7B00"/>
    <w:pPr>
      <w:tabs>
        <w:tab w:val="center" w:pos="4252"/>
        <w:tab w:val="right" w:pos="8504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4C7B00"/>
    <w:rPr>
      <w:rFonts w:ascii="Open Sans" w:hAnsi="Open Sans"/>
      <w:b/>
    </w:rPr>
  </w:style>
  <w:style w:type="paragraph" w:styleId="Piedepgina">
    <w:name w:val="footer"/>
    <w:basedOn w:val="Normal"/>
    <w:link w:val="PiedepginaCar"/>
    <w:uiPriority w:val="99"/>
    <w:unhideWhenUsed/>
    <w:rsid w:val="00A3505E"/>
    <w:pPr>
      <w:tabs>
        <w:tab w:val="center" w:pos="4252"/>
        <w:tab w:val="right" w:pos="8504"/>
      </w:tabs>
      <w:jc w:val="center"/>
    </w:pPr>
    <w:rPr>
      <w:b/>
      <w:bCs/>
      <w:color w:val="93A5AD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3505E"/>
    <w:rPr>
      <w:rFonts w:ascii="Open Sans" w:hAnsi="Open Sans" w:cs="Cambria"/>
      <w:b/>
      <w:bCs/>
      <w:color w:val="93A5AD"/>
      <w:sz w:val="20"/>
      <w:szCs w:val="20"/>
      <w:lang w:val="es-ES"/>
    </w:rPr>
  </w:style>
  <w:style w:type="paragraph" w:styleId="Sinespaciado">
    <w:name w:val="No Spacing"/>
    <w:aliases w:val="Ladillo"/>
    <w:uiPriority w:val="1"/>
    <w:qFormat/>
    <w:rsid w:val="004C7B00"/>
    <w:rPr>
      <w:rFonts w:ascii="Open Sans" w:hAnsi="Open Sans"/>
      <w:b/>
      <w:color w:val="93A5AD"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4C7B00"/>
    <w:pPr>
      <w:spacing w:before="120" w:after="120"/>
      <w:ind w:left="708"/>
    </w:pPr>
    <w:rPr>
      <w:b/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4C7B00"/>
    <w:rPr>
      <w:rFonts w:ascii="Open Sans" w:hAnsi="Open Sans"/>
      <w:i/>
      <w:iCs/>
      <w:color w:val="93A5AD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B37130"/>
    <w:pPr>
      <w:contextualSpacing/>
    </w:pPr>
    <w:rPr>
      <w:rFonts w:asciiTheme="majorHAnsi" w:eastAsiaTheme="majorEastAsia" w:hAnsiTheme="majorHAnsi" w:cstheme="majorBidi"/>
      <w:b/>
      <w:bCs/>
      <w:color w:val="93A5AD"/>
      <w:spacing w:val="-10"/>
      <w:kern w:val="28"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B37130"/>
    <w:rPr>
      <w:rFonts w:asciiTheme="majorHAnsi" w:eastAsiaTheme="majorEastAsia" w:hAnsiTheme="majorHAnsi" w:cstheme="majorBidi"/>
      <w:b/>
      <w:bCs/>
      <w:color w:val="93A5AD"/>
      <w:spacing w:val="-10"/>
      <w:kern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2A3D8D"/>
    <w:rPr>
      <w:rFonts w:ascii="Open Sans" w:hAnsi="Open Sans" w:cs="Cambria"/>
      <w:sz w:val="20"/>
      <w:szCs w:val="20"/>
      <w:lang w:val="es-ES"/>
    </w:rPr>
  </w:style>
  <w:style w:type="paragraph" w:styleId="Prrafodelista">
    <w:name w:val="List Paragraph"/>
    <w:basedOn w:val="Normal"/>
    <w:uiPriority w:val="34"/>
    <w:rsid w:val="0014278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A0040C"/>
    <w:pPr>
      <w:widowControl/>
      <w:autoSpaceDE/>
      <w:autoSpaceDN/>
      <w:adjustRightInd/>
      <w:ind w:right="0"/>
      <w:jc w:val="left"/>
    </w:pPr>
    <w:rPr>
      <w:rFonts w:cstheme="minorBidi"/>
      <w:color w:val="93A5AD"/>
      <w:sz w:val="18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0040C"/>
    <w:rPr>
      <w:rFonts w:ascii="Open Sans" w:hAnsi="Open Sans"/>
      <w:color w:val="93A5AD"/>
      <w:sz w:val="18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75B6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B7F5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B7F52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43D2C"/>
    <w:rPr>
      <w:rFonts w:asciiTheme="majorHAnsi" w:eastAsiaTheme="majorEastAsia" w:hAnsiTheme="majorHAnsi" w:cstheme="majorBidi"/>
      <w:color w:val="93A5AD"/>
      <w:sz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istina%20Bengoechea\OneDrive%20-%20CLUSTER%20NACIONAL%20DE%20PRODUCTORES%20DE%20GANADO%20PORCINO\Documentos\20210618_imagen_imasporc\plantillas\Plantilla%20imasporc_formal_pa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enSans-Open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2E75DDBC5A304CBB24BBFDA61AF86A" ma:contentTypeVersion="9" ma:contentTypeDescription="Crear nuevo documento." ma:contentTypeScope="" ma:versionID="2a8ef8822842ed566d64e0129a408149">
  <xsd:schema xmlns:xsd="http://www.w3.org/2001/XMLSchema" xmlns:xs="http://www.w3.org/2001/XMLSchema" xmlns:p="http://schemas.microsoft.com/office/2006/metadata/properties" xmlns:ns2="715ad916-6973-4d59-a6cd-99da0b49fba5" targetNamespace="http://schemas.microsoft.com/office/2006/metadata/properties" ma:root="true" ma:fieldsID="17b287f264df1af250e3bf10637c874d" ns2:_="">
    <xsd:import namespace="715ad916-6973-4d59-a6cd-99da0b49f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d916-6973-4d59-a6cd-99da0b49f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FF3303-DE5E-4ECF-82D5-4EB3B6F4BA81}"/>
</file>

<file path=customXml/itemProps2.xml><?xml version="1.0" encoding="utf-8"?>
<ds:datastoreItem xmlns:ds="http://schemas.openxmlformats.org/officeDocument/2006/customXml" ds:itemID="{199ED990-DD5D-4842-A857-6BE8BADE8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5FC6E7-1C04-4CF3-8657-01515D9A47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748306-0AA9-CF47-96E9-0406EB52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imasporc_formal_pag</Template>
  <TotalTime>0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Bengoechea Cuadrado</dc:creator>
  <cp:keywords/>
  <dc:description/>
  <cp:lastModifiedBy>Proyectos</cp:lastModifiedBy>
  <cp:revision>2</cp:revision>
  <cp:lastPrinted>2019-05-20T11:52:00Z</cp:lastPrinted>
  <dcterms:created xsi:type="dcterms:W3CDTF">2022-04-13T12:00:00Z</dcterms:created>
  <dcterms:modified xsi:type="dcterms:W3CDTF">2022-04-13T12:00:00Z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0x0101001E2E75DDBC5A304CBB24BBFDA61AF86A</vt:lpwstr>
  </property>
</Properties>
</file>