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D7156" w14:textId="77777777" w:rsidR="004946D8" w:rsidRPr="005A113F" w:rsidRDefault="004946D8" w:rsidP="005A113F"/>
    <w:p w14:paraId="46715EDD" w14:textId="215C5CB7" w:rsidR="006707F9" w:rsidRPr="006707F9" w:rsidRDefault="00B10DF1" w:rsidP="006707F9">
      <w:pPr>
        <w:pStyle w:val="Ttulo"/>
        <w:jc w:val="center"/>
      </w:pPr>
      <w:bookmarkStart w:id="0" w:name="_Hlk86058145"/>
      <w:r>
        <w:t>SOLICITUD DE ADHESIÓN AL</w:t>
      </w:r>
      <w:r>
        <w:br/>
        <w:t>CLÚSTER ESPAÑOL DE PRODUCTORES DE GANADO PORCINO</w:t>
      </w:r>
    </w:p>
    <w:bookmarkEnd w:id="0"/>
    <w:p w14:paraId="6442FCF0" w14:textId="58EA39BE" w:rsidR="004946D8" w:rsidRDefault="004946D8" w:rsidP="006707F9"/>
    <w:p w14:paraId="2CB60CE2" w14:textId="44407458" w:rsidR="006707F9" w:rsidRDefault="006707F9" w:rsidP="006707F9"/>
    <w:p w14:paraId="77BC3B11" w14:textId="77777777" w:rsidR="006707F9" w:rsidRDefault="006707F9" w:rsidP="006707F9"/>
    <w:p w14:paraId="62E15ED4" w14:textId="11325B67" w:rsidR="00B10DF1" w:rsidRDefault="00B10DF1" w:rsidP="00D74864">
      <w:pPr>
        <w:jc w:val="center"/>
        <w:rPr>
          <w:b/>
          <w:bCs/>
        </w:rPr>
      </w:pPr>
      <w:r w:rsidRPr="00D74864">
        <w:rPr>
          <w:b/>
          <w:bCs/>
        </w:rPr>
        <w:t xml:space="preserve">A LA JUNTA </w:t>
      </w:r>
      <w:r w:rsidR="00F43F40">
        <w:rPr>
          <w:b/>
          <w:bCs/>
        </w:rPr>
        <w:t>DE ADMISIÓN DE NUEVOS SOCIOS DE i+Porc</w:t>
      </w:r>
    </w:p>
    <w:p w14:paraId="53E9356A" w14:textId="77777777" w:rsidR="0054360F" w:rsidRPr="00D74864" w:rsidRDefault="0054360F" w:rsidP="00D74864">
      <w:pPr>
        <w:jc w:val="center"/>
        <w:rPr>
          <w:b/>
          <w:bCs/>
        </w:rPr>
      </w:pPr>
    </w:p>
    <w:p w14:paraId="7AFFCF31" w14:textId="77777777" w:rsidR="00B10DF1" w:rsidRDefault="00B10DF1" w:rsidP="00B10DF1"/>
    <w:p w14:paraId="42BC8562" w14:textId="2F14014B" w:rsidR="00B10DF1" w:rsidRDefault="00B10DF1" w:rsidP="00B10DF1">
      <w:r>
        <w:t>D.</w:t>
      </w:r>
      <w:r w:rsidR="002F7127">
        <w:t>/Dña. ______________</w:t>
      </w:r>
      <w:r w:rsidR="0054360F">
        <w:t>___________________</w:t>
      </w:r>
      <w:r w:rsidR="002F7127">
        <w:t>_______________________________________________,</w:t>
      </w:r>
      <w:r>
        <w:t xml:space="preserve"> con DNI </w:t>
      </w:r>
      <w:r w:rsidR="002F7127">
        <w:t>______</w:t>
      </w:r>
      <w:r w:rsidR="0054360F">
        <w:t>_________</w:t>
      </w:r>
      <w:r w:rsidR="002F7127">
        <w:t>___________</w:t>
      </w:r>
      <w:r>
        <w:t>, actuando en calidad de representante de la empresa</w:t>
      </w:r>
      <w:r w:rsidR="0054360F">
        <w:t>/</w:t>
      </w:r>
      <w:r>
        <w:t>entidad</w:t>
      </w:r>
      <w:r w:rsidR="002F7127">
        <w:t xml:space="preserve"> _____________________________________________________</w:t>
      </w:r>
      <w:r w:rsidR="0054360F">
        <w:t>___</w:t>
      </w:r>
      <w:r w:rsidR="002F7127">
        <w:t>__________</w:t>
      </w:r>
      <w:r>
        <w:t xml:space="preserve">, con CIF </w:t>
      </w:r>
      <w:r w:rsidR="002F7127">
        <w:t>____</w:t>
      </w:r>
      <w:r w:rsidR="0054360F">
        <w:t>__</w:t>
      </w:r>
      <w:r w:rsidR="002F7127">
        <w:t>_______________</w:t>
      </w:r>
      <w:r>
        <w:t xml:space="preserve"> y domicilio en </w:t>
      </w:r>
      <w:r w:rsidR="002F7127">
        <w:t>___________________________________</w:t>
      </w:r>
      <w:r w:rsidR="0054360F">
        <w:t>_________</w:t>
      </w:r>
      <w:r w:rsidR="002F7127">
        <w:t>___________________</w:t>
      </w:r>
      <w:r>
        <w:t xml:space="preserve">, de la localidad de </w:t>
      </w:r>
      <w:r w:rsidR="002F7127">
        <w:t>________________________________</w:t>
      </w:r>
      <w:r>
        <w:t xml:space="preserve">, CP </w:t>
      </w:r>
      <w:r w:rsidR="002F7127">
        <w:t>________________,</w:t>
      </w:r>
      <w:r>
        <w:t xml:space="preserve"> </w:t>
      </w:r>
      <w:r w:rsidR="002F7127">
        <w:t>p</w:t>
      </w:r>
      <w:r>
        <w:t xml:space="preserve">rovincia de </w:t>
      </w:r>
      <w:r w:rsidR="002F7127">
        <w:t>_______________________</w:t>
      </w:r>
      <w:r w:rsidR="003A1EEA">
        <w:t>___</w:t>
      </w:r>
    </w:p>
    <w:p w14:paraId="5555E0BC" w14:textId="2E386EF1" w:rsidR="00B10DF1" w:rsidRDefault="00B10DF1" w:rsidP="00B10DF1"/>
    <w:p w14:paraId="1BFB427C" w14:textId="77777777" w:rsidR="0054360F" w:rsidRDefault="0054360F" w:rsidP="00B10DF1"/>
    <w:p w14:paraId="5A9B67DC" w14:textId="77777777" w:rsidR="00B10DF1" w:rsidRPr="00D74864" w:rsidRDefault="00B10DF1" w:rsidP="00D74864">
      <w:pPr>
        <w:jc w:val="center"/>
        <w:rPr>
          <w:b/>
          <w:bCs/>
        </w:rPr>
      </w:pPr>
      <w:r w:rsidRPr="00D74864">
        <w:rPr>
          <w:b/>
          <w:bCs/>
        </w:rPr>
        <w:t>EXPONE</w:t>
      </w:r>
    </w:p>
    <w:p w14:paraId="3FD08A3B" w14:textId="77777777" w:rsidR="0034560F" w:rsidRDefault="0034560F" w:rsidP="00B10DF1"/>
    <w:p w14:paraId="7FB018D6" w14:textId="02B7F033" w:rsidR="00B10DF1" w:rsidRDefault="00B10DF1" w:rsidP="00B10DF1">
      <w:r>
        <w:t>Que, habiendo tenido conocimiento de la existencia del CLÚSTER ESPAÑOL DE PRODUCTORES DE GANADO PORCINO, y estando de acuerdo con su objetivo social descrito en los Estatutos, por los que se define como una entidad sin ánimo de lucro que tiene como objetivo fundamental constituirse como Agrupación Empresarial Innovadora; mejorar la competitividad empresarial mediante la innovación, la formación, la excelencia, la productividad y la sostenibilidad; impulsar la innovación, la investigación y el desarrollo para aportar soluciones a los retos sectoriales y diseñar una oferta de formación sectorial adaptada a las necesidades de las empresas y mejorar la visibilidad y la reputación sectorial mediante la comunicación y la gestión proactiva de los grupos de interés</w:t>
      </w:r>
      <w:r w:rsidR="009B693C">
        <w:t>,</w:t>
      </w:r>
    </w:p>
    <w:p w14:paraId="21B5C6F3" w14:textId="0A13920E" w:rsidR="00B10DF1" w:rsidRDefault="00B10DF1" w:rsidP="00B10DF1"/>
    <w:p w14:paraId="2BD6D630" w14:textId="77777777" w:rsidR="0054360F" w:rsidRDefault="0054360F" w:rsidP="00B10DF1"/>
    <w:p w14:paraId="559E1FD5" w14:textId="77777777" w:rsidR="00B10DF1" w:rsidRPr="00D74864" w:rsidRDefault="00B10DF1" w:rsidP="00D74864">
      <w:pPr>
        <w:jc w:val="center"/>
        <w:rPr>
          <w:b/>
          <w:bCs/>
        </w:rPr>
      </w:pPr>
      <w:r w:rsidRPr="00D74864">
        <w:rPr>
          <w:b/>
          <w:bCs/>
        </w:rPr>
        <w:t>SOLICITA</w:t>
      </w:r>
    </w:p>
    <w:p w14:paraId="42D7E91C" w14:textId="77777777" w:rsidR="0034560F" w:rsidRDefault="0034560F" w:rsidP="00B10DF1"/>
    <w:p w14:paraId="394F1F1C" w14:textId="39209185" w:rsidR="00B10DF1" w:rsidRDefault="00B10DF1" w:rsidP="00B10DF1">
      <w:r>
        <w:t xml:space="preserve">A la Junta </w:t>
      </w:r>
      <w:r w:rsidR="00F43F40">
        <w:t>de Admisión de Nuevos Socios de i+Porc</w:t>
      </w:r>
      <w:r>
        <w:t xml:space="preserve"> que admita esta solicitud y acuerde la correspondiente alta en el Registro de Asociados de la entidad como </w:t>
      </w:r>
      <w:r w:rsidR="009B693C" w:rsidRPr="009B693C">
        <w:rPr>
          <w:b/>
          <w:bCs/>
        </w:rPr>
        <w:t>s</w:t>
      </w:r>
      <w:r w:rsidRPr="009B693C">
        <w:rPr>
          <w:b/>
          <w:bCs/>
        </w:rPr>
        <w:t>ocio ganadero</w:t>
      </w:r>
      <w:r>
        <w:t xml:space="preserve">, declarando conocer y comprometiéndose a respetar los derechos y obligaciones que los Estatutos otorgan a sus socios. </w:t>
      </w:r>
    </w:p>
    <w:p w14:paraId="2B6934B6" w14:textId="28091C46" w:rsidR="00B10DF1" w:rsidRDefault="00B10DF1" w:rsidP="00B10DF1"/>
    <w:p w14:paraId="104C8BD9" w14:textId="5482F2F2" w:rsidR="00942C91" w:rsidRDefault="00942C91" w:rsidP="00F43F40"/>
    <w:p w14:paraId="4B410E9B" w14:textId="77777777" w:rsidR="004808F6" w:rsidRDefault="004808F6">
      <w:pPr>
        <w:widowControl/>
        <w:autoSpaceDE/>
        <w:autoSpaceDN/>
        <w:adjustRightInd/>
        <w:ind w:right="0"/>
        <w:jc w:val="left"/>
        <w:rPr>
          <w:b/>
          <w:bCs/>
          <w:color w:val="93A5AD"/>
        </w:rPr>
      </w:pPr>
      <w:r>
        <w:br w:type="page"/>
      </w:r>
    </w:p>
    <w:p w14:paraId="7E180527" w14:textId="617E7450" w:rsidR="00B10DF1" w:rsidRPr="00D74864" w:rsidRDefault="00F43F40" w:rsidP="00F43F40">
      <w:pPr>
        <w:pStyle w:val="Ttulo1"/>
        <w:jc w:val="left"/>
      </w:pPr>
      <w:r w:rsidRPr="00D74864">
        <w:lastRenderedPageBreak/>
        <w:t>Datos económicos del asociado</w:t>
      </w:r>
    </w:p>
    <w:p w14:paraId="076184B1" w14:textId="5EBB86E1" w:rsidR="00303FDC" w:rsidRDefault="00303FDC">
      <w:pPr>
        <w:widowControl/>
        <w:autoSpaceDE/>
        <w:autoSpaceDN/>
        <w:adjustRightInd/>
        <w:ind w:right="0"/>
        <w:jc w:val="left"/>
      </w:pPr>
    </w:p>
    <w:p w14:paraId="4DC2E8F7" w14:textId="1BFDE9DE" w:rsidR="00303FDC" w:rsidRDefault="00303FDC" w:rsidP="00B10DF1">
      <w:r>
        <w:t>Forma de pago de la cuota de socio:</w:t>
      </w:r>
    </w:p>
    <w:p w14:paraId="1B37F0BA" w14:textId="5F079BA9" w:rsidR="00303FDC" w:rsidRDefault="00303FDC" w:rsidP="00B10DF1"/>
    <w:p w14:paraId="52F4CAA2" w14:textId="07926E4F" w:rsidR="00303FDC" w:rsidRDefault="00615B82" w:rsidP="00303FDC">
      <w:sdt>
        <w:sdtPr>
          <w:id w:val="2115862895"/>
          <w14:checkbox>
            <w14:checked w14:val="0"/>
            <w14:checkedState w14:val="2612" w14:font="MS Gothic"/>
            <w14:uncheckedState w14:val="2610" w14:font="MS Gothic"/>
          </w14:checkbox>
        </w:sdtPr>
        <w:sdtEndPr/>
        <w:sdtContent>
          <w:r w:rsidR="00303FDC">
            <w:rPr>
              <w:rFonts w:ascii="MS Gothic" w:eastAsia="MS Gothic" w:hAnsi="MS Gothic" w:hint="eastAsia"/>
            </w:rPr>
            <w:t>☐</w:t>
          </w:r>
        </w:sdtContent>
      </w:sdt>
      <w:r w:rsidR="00303FDC">
        <w:t xml:space="preserve"> Domiciliación bancaria</w:t>
      </w:r>
      <w:r w:rsidR="00303FDC">
        <w:tab/>
      </w:r>
      <w:sdt>
        <w:sdtPr>
          <w:id w:val="-823116696"/>
          <w14:checkbox>
            <w14:checked w14:val="0"/>
            <w14:checkedState w14:val="2612" w14:font="MS Gothic"/>
            <w14:uncheckedState w14:val="2610" w14:font="MS Gothic"/>
          </w14:checkbox>
        </w:sdtPr>
        <w:sdtEndPr/>
        <w:sdtContent>
          <w:r w:rsidR="00303FDC">
            <w:rPr>
              <w:rFonts w:ascii="MS Gothic" w:eastAsia="MS Gothic" w:hAnsi="MS Gothic" w:hint="eastAsia"/>
            </w:rPr>
            <w:t>☐</w:t>
          </w:r>
        </w:sdtContent>
      </w:sdt>
      <w:r w:rsidR="00303FDC">
        <w:t xml:space="preserve"> Transferencia</w:t>
      </w:r>
      <w:r w:rsidR="00303FDC">
        <w:tab/>
      </w:r>
      <w:sdt>
        <w:sdtPr>
          <w:id w:val="699366282"/>
          <w14:checkbox>
            <w14:checked w14:val="0"/>
            <w14:checkedState w14:val="2612" w14:font="MS Gothic"/>
            <w14:uncheckedState w14:val="2610" w14:font="MS Gothic"/>
          </w14:checkbox>
        </w:sdtPr>
        <w:sdtEndPr/>
        <w:sdtContent>
          <w:r w:rsidR="00303FDC">
            <w:rPr>
              <w:rFonts w:ascii="MS Gothic" w:eastAsia="MS Gothic" w:hAnsi="MS Gothic" w:hint="eastAsia"/>
            </w:rPr>
            <w:t>☐</w:t>
          </w:r>
        </w:sdtContent>
      </w:sdt>
      <w:r w:rsidR="00303FDC">
        <w:t xml:space="preserve"> Otro: ________________________________</w:t>
      </w:r>
    </w:p>
    <w:p w14:paraId="5829EFAE" w14:textId="140E8E28" w:rsidR="00303FDC" w:rsidRDefault="00303FDC" w:rsidP="00303FDC"/>
    <w:p w14:paraId="3A298FFD" w14:textId="77066FD1" w:rsidR="00303FDC" w:rsidRPr="004808F6" w:rsidRDefault="00F43F40" w:rsidP="00B10DF1">
      <w:pPr>
        <w:rPr>
          <w:i/>
          <w:iCs/>
        </w:rPr>
      </w:pPr>
      <w:r w:rsidRPr="004808F6">
        <w:rPr>
          <w:i/>
          <w:iCs/>
        </w:rPr>
        <w:t xml:space="preserve">Nota: cuota social única </w:t>
      </w:r>
      <w:r w:rsidR="004808F6" w:rsidRPr="004808F6">
        <w:rPr>
          <w:i/>
          <w:iCs/>
        </w:rPr>
        <w:t>a la adhesión de 500 euros, cuota anual ordinaria de 1</w:t>
      </w:r>
      <w:r w:rsidR="00E77CA2">
        <w:rPr>
          <w:i/>
          <w:iCs/>
        </w:rPr>
        <w:t>.</w:t>
      </w:r>
      <w:r w:rsidR="004808F6" w:rsidRPr="004808F6">
        <w:rPr>
          <w:i/>
          <w:iCs/>
        </w:rPr>
        <w:t>000 euros</w:t>
      </w:r>
    </w:p>
    <w:p w14:paraId="622F9309" w14:textId="77777777" w:rsidR="00925CE9" w:rsidRDefault="00925CE9" w:rsidP="00B10DF1"/>
    <w:p w14:paraId="1CA8BA98" w14:textId="77777777" w:rsidR="004808F6" w:rsidRPr="00347A04" w:rsidRDefault="004808F6" w:rsidP="004808F6">
      <w:pPr>
        <w:pBdr>
          <w:top w:val="single" w:sz="4" w:space="1" w:color="auto"/>
          <w:left w:val="single" w:sz="4" w:space="4" w:color="auto"/>
          <w:bottom w:val="single" w:sz="4" w:space="1" w:color="auto"/>
          <w:right w:val="single" w:sz="4" w:space="4" w:color="auto"/>
        </w:pBdr>
        <w:rPr>
          <w:sz w:val="10"/>
          <w:szCs w:val="10"/>
        </w:rPr>
      </w:pPr>
    </w:p>
    <w:p w14:paraId="73444645" w14:textId="7154BA3B" w:rsidR="00B10DF1" w:rsidRDefault="00347A04" w:rsidP="00347A04">
      <w:pPr>
        <w:pBdr>
          <w:top w:val="single" w:sz="4" w:space="1" w:color="auto"/>
          <w:left w:val="single" w:sz="4" w:space="4" w:color="auto"/>
          <w:bottom w:val="single" w:sz="4" w:space="1" w:color="auto"/>
          <w:right w:val="single" w:sz="4" w:space="4" w:color="auto"/>
        </w:pBdr>
        <w:jc w:val="left"/>
      </w:pPr>
      <w:r>
        <w:t xml:space="preserve">  </w:t>
      </w:r>
      <w:r w:rsidR="00B10DF1">
        <w:t>Datos para la domiciliación bancaria:</w:t>
      </w:r>
    </w:p>
    <w:p w14:paraId="1D48C39F" w14:textId="77777777" w:rsidR="00B10DF1" w:rsidRDefault="00B10DF1" w:rsidP="00347A04">
      <w:pPr>
        <w:pBdr>
          <w:top w:val="single" w:sz="4" w:space="1" w:color="auto"/>
          <w:left w:val="single" w:sz="4" w:space="4" w:color="auto"/>
          <w:bottom w:val="single" w:sz="4" w:space="1" w:color="auto"/>
          <w:right w:val="single" w:sz="4" w:space="4" w:color="auto"/>
        </w:pBdr>
        <w:jc w:val="left"/>
      </w:pPr>
    </w:p>
    <w:p w14:paraId="709B1BB9" w14:textId="3B242E0D" w:rsidR="00303FDC" w:rsidRDefault="00347A04" w:rsidP="00E77CA2">
      <w:pPr>
        <w:pBdr>
          <w:top w:val="single" w:sz="4" w:space="1" w:color="auto"/>
          <w:left w:val="single" w:sz="4" w:space="4" w:color="auto"/>
          <w:bottom w:val="single" w:sz="4" w:space="1" w:color="auto"/>
          <w:right w:val="single" w:sz="4" w:space="4" w:color="auto"/>
        </w:pBdr>
        <w:spacing w:after="240"/>
        <w:jc w:val="left"/>
      </w:pPr>
      <w:r>
        <w:t xml:space="preserve">  </w:t>
      </w:r>
      <w:r w:rsidR="00B10DF1">
        <w:t>IBAN:</w:t>
      </w:r>
      <w:r w:rsidR="00E77CA2">
        <w:t>   </w:t>
      </w:r>
      <w:r w:rsidR="00B10DF1">
        <w:t>ES</w:t>
      </w:r>
      <w:r>
        <w:t xml:space="preserve"> __ __</w:t>
      </w:r>
      <w:r w:rsidR="00E77CA2">
        <w:t> </w:t>
      </w:r>
      <w:r w:rsidR="00E77CA2">
        <w:noBreakHyphen/>
        <w:t> </w:t>
      </w:r>
      <w:r>
        <w:t>__ __ __ __</w:t>
      </w:r>
      <w:r w:rsidR="00E77CA2">
        <w:t> </w:t>
      </w:r>
      <w:r w:rsidR="00E77CA2">
        <w:noBreakHyphen/>
        <w:t> </w:t>
      </w:r>
      <w:r>
        <w:t>__ __ __ __</w:t>
      </w:r>
      <w:r w:rsidR="00E77CA2">
        <w:t> </w:t>
      </w:r>
      <w:r w:rsidR="00E77CA2">
        <w:noBreakHyphen/>
        <w:t> </w:t>
      </w:r>
      <w:r>
        <w:t>__ __</w:t>
      </w:r>
      <w:r w:rsidR="00E77CA2">
        <w:t> </w:t>
      </w:r>
      <w:r w:rsidR="00E77CA2">
        <w:noBreakHyphen/>
        <w:t> </w:t>
      </w:r>
      <w:r>
        <w:t>__ __ __ __ __ __ __ __ __ __</w:t>
      </w:r>
    </w:p>
    <w:p w14:paraId="0B857CA9" w14:textId="1006FC36" w:rsidR="00B10DF1" w:rsidRDefault="00347A04" w:rsidP="00347A04">
      <w:pPr>
        <w:pBdr>
          <w:top w:val="single" w:sz="4" w:space="1" w:color="auto"/>
          <w:left w:val="single" w:sz="4" w:space="4" w:color="auto"/>
          <w:bottom w:val="single" w:sz="4" w:space="1" w:color="auto"/>
          <w:right w:val="single" w:sz="4" w:space="4" w:color="auto"/>
        </w:pBdr>
        <w:jc w:val="left"/>
      </w:pPr>
      <w:r>
        <w:t xml:space="preserve">  </w:t>
      </w:r>
      <w:r w:rsidR="00B10DF1">
        <w:t>N</w:t>
      </w:r>
      <w:r w:rsidR="0034560F">
        <w:t>.</w:t>
      </w:r>
      <w:r w:rsidR="00B10DF1">
        <w:t>º CUENTA CORRIENTE:</w:t>
      </w:r>
      <w:r w:rsidR="00E77CA2">
        <w:t>   </w:t>
      </w:r>
      <w:r>
        <w:t>__ __ __ __ </w:t>
      </w:r>
      <w:r>
        <w:noBreakHyphen/>
        <w:t> </w:t>
      </w:r>
      <w:r>
        <w:t>__ __ __ __</w:t>
      </w:r>
      <w:r>
        <w:t> </w:t>
      </w:r>
      <w:r>
        <w:noBreakHyphen/>
      </w:r>
      <w:r>
        <w:t> </w:t>
      </w:r>
      <w:r>
        <w:t>__ __ __ __</w:t>
      </w:r>
      <w:r>
        <w:t> </w:t>
      </w:r>
      <w:r>
        <w:noBreakHyphen/>
      </w:r>
      <w:r>
        <w:t> </w:t>
      </w:r>
      <w:r>
        <w:t>__ __ __ __</w:t>
      </w:r>
      <w:r>
        <w:t> </w:t>
      </w:r>
      <w:r>
        <w:noBreakHyphen/>
      </w:r>
      <w:r>
        <w:t> </w:t>
      </w:r>
      <w:r>
        <w:t>__ __ __ __</w:t>
      </w:r>
    </w:p>
    <w:p w14:paraId="7A7624B3" w14:textId="77777777" w:rsidR="004808F6" w:rsidRPr="00347A04" w:rsidRDefault="004808F6" w:rsidP="004808F6">
      <w:pPr>
        <w:pBdr>
          <w:top w:val="single" w:sz="4" w:space="1" w:color="auto"/>
          <w:left w:val="single" w:sz="4" w:space="4" w:color="auto"/>
          <w:bottom w:val="single" w:sz="4" w:space="1" w:color="auto"/>
          <w:right w:val="single" w:sz="4" w:space="4" w:color="auto"/>
        </w:pBdr>
        <w:rPr>
          <w:sz w:val="10"/>
          <w:szCs w:val="10"/>
        </w:rPr>
      </w:pPr>
    </w:p>
    <w:p w14:paraId="1B0C2754" w14:textId="432C3844" w:rsidR="00B10DF1" w:rsidRDefault="00B10DF1" w:rsidP="00B10DF1"/>
    <w:p w14:paraId="738C7DB7" w14:textId="467EA0C1" w:rsidR="00925CE9" w:rsidRDefault="00925CE9" w:rsidP="00B10DF1"/>
    <w:p w14:paraId="3B0F1123" w14:textId="77777777" w:rsidR="00303FDC" w:rsidRDefault="00303FDC" w:rsidP="00B10DF1"/>
    <w:p w14:paraId="3C4D8361" w14:textId="6217C048" w:rsidR="00B10DF1" w:rsidRDefault="00B10DF1" w:rsidP="00B10DF1">
      <w:r>
        <w:t xml:space="preserve">En </w:t>
      </w:r>
      <w:r w:rsidR="00942C91">
        <w:t>_______________________________</w:t>
      </w:r>
      <w:r>
        <w:t xml:space="preserve">, a </w:t>
      </w:r>
      <w:r w:rsidR="00942C91">
        <w:t>____</w:t>
      </w:r>
      <w:r>
        <w:t xml:space="preserve"> </w:t>
      </w:r>
      <w:proofErr w:type="spellStart"/>
      <w:r>
        <w:t>de</w:t>
      </w:r>
      <w:proofErr w:type="spellEnd"/>
      <w:r>
        <w:t xml:space="preserve"> </w:t>
      </w:r>
      <w:r w:rsidR="00942C91">
        <w:t>____</w:t>
      </w:r>
      <w:r>
        <w:t xml:space="preserve"> </w:t>
      </w:r>
      <w:proofErr w:type="spellStart"/>
      <w:r>
        <w:t>de</w:t>
      </w:r>
      <w:proofErr w:type="spellEnd"/>
      <w:r>
        <w:t xml:space="preserve"> </w:t>
      </w:r>
      <w:r w:rsidR="00942C91">
        <w:t>20______</w:t>
      </w:r>
      <w:r>
        <w:t xml:space="preserve">. </w:t>
      </w:r>
    </w:p>
    <w:p w14:paraId="04B5ED1E" w14:textId="77777777" w:rsidR="00B10DF1" w:rsidRDefault="00B10DF1" w:rsidP="00B10DF1"/>
    <w:p w14:paraId="5256594F" w14:textId="76CEAF1E" w:rsidR="00B10DF1" w:rsidRDefault="00B10DF1" w:rsidP="00B10DF1">
      <w:r>
        <w:t>Firma.:</w:t>
      </w:r>
    </w:p>
    <w:p w14:paraId="461594A2" w14:textId="285B495E" w:rsidR="00942C91" w:rsidRDefault="00942C91" w:rsidP="00B10DF1"/>
    <w:p w14:paraId="511A60E8" w14:textId="7C04823D" w:rsidR="007E13E1" w:rsidRDefault="007E13E1" w:rsidP="00B10DF1"/>
    <w:p w14:paraId="540555D2" w14:textId="6BBA3646" w:rsidR="007E13E1" w:rsidRDefault="007E13E1" w:rsidP="00B10DF1"/>
    <w:p w14:paraId="61C1053A" w14:textId="77777777" w:rsidR="007E13E1" w:rsidRDefault="007E13E1" w:rsidP="00B10DF1"/>
    <w:p w14:paraId="0D99686C" w14:textId="77777777" w:rsidR="007E13E1" w:rsidRDefault="007E13E1" w:rsidP="00B10DF1"/>
    <w:p w14:paraId="65710811" w14:textId="5FB82ECE" w:rsidR="00347A04" w:rsidRPr="001E06FE" w:rsidRDefault="00347A04" w:rsidP="00347A04">
      <w:pPr>
        <w:rPr>
          <w:i/>
          <w:iCs/>
        </w:rPr>
      </w:pPr>
      <w:r>
        <w:rPr>
          <w:i/>
          <w:iCs/>
        </w:rPr>
        <w:t xml:space="preserve">Nota: Presentar este documento junto a una </w:t>
      </w:r>
      <w:r w:rsidRPr="002E05B7">
        <w:rPr>
          <w:b/>
          <w:bCs/>
          <w:i/>
          <w:iCs/>
        </w:rPr>
        <w:t xml:space="preserve">copia del </w:t>
      </w:r>
      <w:r>
        <w:rPr>
          <w:b/>
          <w:bCs/>
          <w:i/>
          <w:iCs/>
        </w:rPr>
        <w:t>CIF</w:t>
      </w:r>
      <w:r>
        <w:rPr>
          <w:i/>
          <w:iCs/>
        </w:rPr>
        <w:t xml:space="preserve"> de la </w:t>
      </w:r>
      <w:r>
        <w:rPr>
          <w:i/>
          <w:iCs/>
        </w:rPr>
        <w:t>entidad que solicita su adhesión</w:t>
      </w:r>
      <w:r>
        <w:rPr>
          <w:i/>
          <w:iCs/>
        </w:rPr>
        <w:t xml:space="preserve"> en el Clúster Español de Productores de Ganado Porcino </w:t>
      </w:r>
    </w:p>
    <w:p w14:paraId="79240B33" w14:textId="764AE905" w:rsidR="00942C91" w:rsidRDefault="00942C91" w:rsidP="00B10DF1"/>
    <w:p w14:paraId="53EF083D" w14:textId="1F3449DE" w:rsidR="00942C91" w:rsidRDefault="00942C91" w:rsidP="00B10DF1"/>
    <w:p w14:paraId="07331E6E" w14:textId="09851C33" w:rsidR="0000436B" w:rsidRPr="00942C91" w:rsidRDefault="00B10DF1" w:rsidP="00B10DF1">
      <w:pPr>
        <w:rPr>
          <w:sz w:val="14"/>
          <w:szCs w:val="14"/>
        </w:rPr>
      </w:pPr>
      <w:r w:rsidRPr="00942C91">
        <w:rPr>
          <w:sz w:val="14"/>
          <w:szCs w:val="14"/>
        </w:rPr>
        <w:t>En cumplimiento con lo dispuesto en la Ley Orgánica 15/1999, de 13 de diciembre, de Protección de Datos de Carácter Personal y su normativa de desarrollo, así como en el Reglamento (UE) 2016/679 del Parlamento Europeo y del Consejo de 27 de abril de 2016</w:t>
      </w:r>
      <w:r w:rsidR="00942C91">
        <w:rPr>
          <w:sz w:val="14"/>
          <w:szCs w:val="14"/>
        </w:rPr>
        <w:t>,</w:t>
      </w:r>
      <w:r w:rsidRPr="00942C91">
        <w:rPr>
          <w:sz w:val="14"/>
          <w:szCs w:val="14"/>
        </w:rPr>
        <w:t xml:space="preserve"> relativo a la protección de las personas físicas en lo que respecta al tratamiento de datos personales y a la libre circulación de estos datos, los datos recabados a través del presente escrito serán incorporados a ficheros de datos de carácter personal titularidad del Clúster Español de Productores de Ganado Porcino. Estos datos serán tratados únicamente para la gestión del presente escrito y las relaciones entre la entidad y el Clúster Español de Productores de Ganado Porcino, constituyendo la pertenencia como asociado al Clúster la base legal para su tratamiento. Únicamente podrá cederlos a los organismos oficiales a los que esté legalmente obligado, y a los órganos competentes en materia de control, seguimiento y auditoría de los trabajos ejecutados, que tendrán acceso a sus datos con la única finalidad de comprobar el cumplimiento de lo previsto en las disposiciones legales aplicables, todo ello de conformidad con lo establecido en la legislación aplicable. Los datos recogidos han sido suministrados de manera libre y voluntariamente y son los necesarios para la formalización de la adhesión al Clúster Español de Productores de Ganado Porcino: nombre/denominación social, apellidos, DNI, teléfono, datos bancarios, correo electrónico y firma. Los datos se mantendrán durante el tiempo necesario para poder gestionar su condición de socio del Clúster Español de Productores de Ganado Porcino. Finalizado esta condición se destruirá la información, salvo que deba ser guardada para el cumplimiento de obligaciones legales. No se comunicarán los datos de carácter personal a terceros sin recabar el previo consentimiento, salvo que la cesión de sus datos fuese necesaria para el mantenimiento de la relación con éste, en cuyo caso, sería informado, o requisitos exigidos por la legislación vigente en materia de seguridad. Se garantizan la adopción de todas las medidas necesarias de índole técnica y organizativa que protejan la integridad y confidencialidad de los datos de carácter personal, evitando su alteración, pérdida, destrucción o daño accidental y el tratamiento o acceso ilícito no autorizado, de acuerdo con lo establecido en la legislación aplicable. Podrá ejercer sus derechos de acceso, rectificación, cancelación de sus datos personales y oposición o limitación al tratamiento de estos en cualquier momento mediante escrito dirigido al domicilio social del Clúster Español de Productores de Ganado Porcino, adjuntando fotocopia del DNI del respectivo representante. Asimismo, podrá presentar reclamaciones ante la Agencia Española de Protección de Datos.</w:t>
      </w:r>
    </w:p>
    <w:sectPr w:rsidR="0000436B" w:rsidRPr="00942C91" w:rsidSect="0026523D">
      <w:headerReference w:type="even" r:id="rId11"/>
      <w:headerReference w:type="default" r:id="rId12"/>
      <w:footerReference w:type="even" r:id="rId13"/>
      <w:footerReference w:type="default" r:id="rId14"/>
      <w:headerReference w:type="first" r:id="rId15"/>
      <w:footerReference w:type="first" r:id="rId16"/>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D9876" w14:textId="77777777" w:rsidR="006707F9" w:rsidRDefault="006707F9" w:rsidP="005A113F">
      <w:r>
        <w:separator/>
      </w:r>
    </w:p>
    <w:p w14:paraId="2A5EB971" w14:textId="77777777" w:rsidR="006707F9" w:rsidRDefault="006707F9" w:rsidP="005A113F"/>
  </w:endnote>
  <w:endnote w:type="continuationSeparator" w:id="0">
    <w:p w14:paraId="15DC5C98" w14:textId="77777777" w:rsidR="006707F9" w:rsidRDefault="006707F9" w:rsidP="005A113F">
      <w:r>
        <w:continuationSeparator/>
      </w:r>
    </w:p>
    <w:p w14:paraId="41D90378" w14:textId="77777777" w:rsidR="006707F9" w:rsidRDefault="006707F9" w:rsidP="005A11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C230F" w14:textId="77777777" w:rsidR="004946D8" w:rsidRDefault="00615B82" w:rsidP="00A3505E">
    <w:pPr>
      <w:pStyle w:val="Piedepgina"/>
    </w:pPr>
    <w:sdt>
      <w:sdtPr>
        <w:id w:val="969400743"/>
        <w:temporary/>
        <w:showingPlcHdr/>
      </w:sdtPr>
      <w:sdtEndPr/>
      <w:sdtContent>
        <w:r w:rsidR="004946D8">
          <w:t>[Escriba texto]</w:t>
        </w:r>
      </w:sdtContent>
    </w:sdt>
    <w:r w:rsidR="004946D8">
      <w:ptab w:relativeTo="margin" w:alignment="center" w:leader="none"/>
    </w:r>
    <w:sdt>
      <w:sdtPr>
        <w:id w:val="969400748"/>
        <w:temporary/>
        <w:showingPlcHdr/>
      </w:sdtPr>
      <w:sdtEndPr/>
      <w:sdtContent>
        <w:r w:rsidR="004946D8">
          <w:t>[Escriba texto]</w:t>
        </w:r>
      </w:sdtContent>
    </w:sdt>
    <w:r w:rsidR="004946D8">
      <w:ptab w:relativeTo="margin" w:alignment="right" w:leader="none"/>
    </w:r>
    <w:sdt>
      <w:sdtPr>
        <w:id w:val="969400753"/>
        <w:temporary/>
        <w:showingPlcHdr/>
      </w:sdtPr>
      <w:sdtEndPr/>
      <w:sdtContent>
        <w:r w:rsidR="004946D8">
          <w:t>[Escriba texto]</w:t>
        </w:r>
      </w:sdtContent>
    </w:sdt>
  </w:p>
  <w:p w14:paraId="70A9DE99" w14:textId="77777777" w:rsidR="005123E5" w:rsidRDefault="005123E5" w:rsidP="005A113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EBA2B" w14:textId="77777777" w:rsidR="005A113F" w:rsidRDefault="005A113F" w:rsidP="00A3505E">
    <w:pPr>
      <w:pStyle w:val="Piedepgina"/>
    </w:pPr>
    <w:r w:rsidRPr="005A113F">
      <w:rPr>
        <w:noProof/>
      </w:rPr>
      <w:drawing>
        <wp:anchor distT="0" distB="0" distL="114300" distR="114300" simplePos="0" relativeHeight="251664896" behindDoc="1" locked="0" layoutInCell="1" allowOverlap="1" wp14:anchorId="7D85F046" wp14:editId="7628949A">
          <wp:simplePos x="0" y="0"/>
          <wp:positionH relativeFrom="column">
            <wp:posOffset>-1080135</wp:posOffset>
          </wp:positionH>
          <wp:positionV relativeFrom="paragraph">
            <wp:posOffset>-2817817</wp:posOffset>
          </wp:positionV>
          <wp:extent cx="8125200" cy="3704400"/>
          <wp:effectExtent l="0" t="0" r="0" b="0"/>
          <wp:wrapNone/>
          <wp:docPr id="3" name="Imagen 1" descr="Macintosh HD:Users:user:Downloads:MARCA AGUA HOJA i+POR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ser:Downloads:MARCA AGUA HOJA i+POR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25200" cy="370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28D3A5" w14:textId="79CA3599" w:rsidR="004946D8" w:rsidRPr="0078296C" w:rsidRDefault="000C7853" w:rsidP="000C7853">
    <w:pPr>
      <w:pStyle w:val="Piedepgina"/>
      <w:tabs>
        <w:tab w:val="center" w:pos="4348"/>
        <w:tab w:val="left" w:pos="7802"/>
      </w:tabs>
      <w:jc w:val="left"/>
      <w:rPr>
        <w:sz w:val="18"/>
        <w:szCs w:val="18"/>
      </w:rPr>
    </w:pPr>
    <w:r>
      <w:rPr>
        <w:sz w:val="18"/>
        <w:szCs w:val="18"/>
      </w:rPr>
      <w:tab/>
    </w:r>
    <w:r w:rsidR="00231CF0" w:rsidRPr="0078296C">
      <w:rPr>
        <w:sz w:val="18"/>
        <w:szCs w:val="18"/>
      </w:rPr>
      <w:t xml:space="preserve">Pág. </w:t>
    </w:r>
    <w:r w:rsidR="00231CF0" w:rsidRPr="0078296C">
      <w:rPr>
        <w:sz w:val="18"/>
        <w:szCs w:val="18"/>
      </w:rPr>
      <w:fldChar w:fldCharType="begin"/>
    </w:r>
    <w:r w:rsidR="00231CF0" w:rsidRPr="0078296C">
      <w:rPr>
        <w:sz w:val="18"/>
        <w:szCs w:val="18"/>
      </w:rPr>
      <w:instrText>PAGE   \* MERGEFORMAT</w:instrText>
    </w:r>
    <w:r w:rsidR="00231CF0" w:rsidRPr="0078296C">
      <w:rPr>
        <w:sz w:val="18"/>
        <w:szCs w:val="18"/>
      </w:rPr>
      <w:fldChar w:fldCharType="separate"/>
    </w:r>
    <w:r w:rsidR="00231CF0" w:rsidRPr="0078296C">
      <w:rPr>
        <w:sz w:val="18"/>
        <w:szCs w:val="18"/>
      </w:rPr>
      <w:t>1</w:t>
    </w:r>
    <w:r w:rsidR="00231CF0" w:rsidRPr="0078296C">
      <w:rPr>
        <w:sz w:val="18"/>
        <w:szCs w:val="18"/>
      </w:rPr>
      <w:fldChar w:fldCharType="end"/>
    </w:r>
    <w:r w:rsidR="00231CF0" w:rsidRPr="0078296C">
      <w:rPr>
        <w:sz w:val="18"/>
        <w:szCs w:val="18"/>
      </w:rPr>
      <w:t xml:space="preserve"> de </w:t>
    </w:r>
    <w:r w:rsidR="00231CF0" w:rsidRPr="0078296C">
      <w:rPr>
        <w:sz w:val="18"/>
        <w:szCs w:val="18"/>
      </w:rPr>
      <w:fldChar w:fldCharType="begin"/>
    </w:r>
    <w:r w:rsidR="00231CF0" w:rsidRPr="0078296C">
      <w:rPr>
        <w:sz w:val="18"/>
        <w:szCs w:val="18"/>
      </w:rPr>
      <w:instrText>NUMPAGES</w:instrText>
    </w:r>
    <w:r w:rsidR="00231CF0" w:rsidRPr="0078296C">
      <w:rPr>
        <w:sz w:val="18"/>
        <w:szCs w:val="18"/>
      </w:rPr>
      <w:fldChar w:fldCharType="separate"/>
    </w:r>
    <w:r w:rsidR="00231CF0" w:rsidRPr="0078296C">
      <w:rPr>
        <w:sz w:val="18"/>
        <w:szCs w:val="18"/>
      </w:rPr>
      <w:t>13</w:t>
    </w:r>
    <w:r w:rsidR="00231CF0" w:rsidRPr="0078296C">
      <w:rPr>
        <w:sz w:val="18"/>
        <w:szCs w:val="18"/>
      </w:rPr>
      <w:fldChar w:fldCharType="end"/>
    </w:r>
    <w:r>
      <w:rPr>
        <w:sz w:val="18"/>
        <w:szCs w:val="18"/>
      </w:rPr>
      <w:tab/>
    </w:r>
  </w:p>
  <w:p w14:paraId="6C4C3A7A" w14:textId="77777777" w:rsidR="005123E5" w:rsidRDefault="005123E5" w:rsidP="005A113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4CCAD" w14:textId="77777777" w:rsidR="000C7853" w:rsidRDefault="000C785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311B1" w14:textId="77777777" w:rsidR="006707F9" w:rsidRDefault="006707F9" w:rsidP="005A113F">
      <w:pPr>
        <w:rPr>
          <w:color w:val="93A5AD"/>
        </w:rPr>
      </w:pPr>
    </w:p>
    <w:p w14:paraId="0F6A81D4" w14:textId="77777777" w:rsidR="006707F9" w:rsidRPr="00B45F16" w:rsidRDefault="006707F9" w:rsidP="005A113F">
      <w:pPr>
        <w:rPr>
          <w:color w:val="93A5AD"/>
        </w:rPr>
      </w:pPr>
      <w:r w:rsidRPr="00B45F16">
        <w:rPr>
          <w:color w:val="93A5AD"/>
        </w:rPr>
        <w:separator/>
      </w:r>
    </w:p>
  </w:footnote>
  <w:footnote w:type="continuationSeparator" w:id="0">
    <w:p w14:paraId="11047CA7" w14:textId="77777777" w:rsidR="006707F9" w:rsidRDefault="006707F9" w:rsidP="005A113F">
      <w:r>
        <w:continuationSeparator/>
      </w:r>
    </w:p>
    <w:p w14:paraId="742ECEAF" w14:textId="77777777" w:rsidR="006707F9" w:rsidRDefault="006707F9" w:rsidP="005A11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FEEA6" w14:textId="77777777" w:rsidR="004946D8" w:rsidRDefault="00615B82" w:rsidP="005A113F">
    <w:pPr>
      <w:pStyle w:val="Encabezado"/>
    </w:pPr>
    <w:r>
      <w:rPr>
        <w:noProof/>
      </w:rPr>
      <w:pict w14:anchorId="3C08D4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style="position:absolute;left:0;text-align:left;margin-left:0;margin-top:0;width:424.05pt;height:193.05pt;z-index:-251656192;mso-wrap-edited:f;mso-position-horizontal:center;mso-position-horizontal-relative:margin;mso-position-vertical:center;mso-position-vertical-relative:margin" wrapcoords="-38 0 -38 21431 21600 21431 21600 0 -38 0">
          <v:imagedata r:id="rId1" o:title="MARCA AGUA HOJA i+PORC" gain="19661f" blacklevel="22938f"/>
          <w10:wrap anchorx="margin" anchory="margin"/>
        </v:shape>
      </w:pict>
    </w:r>
  </w:p>
  <w:p w14:paraId="02D31AF1" w14:textId="77777777" w:rsidR="005123E5" w:rsidRDefault="005123E5" w:rsidP="005A113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49BDF" w14:textId="77777777" w:rsidR="004946D8" w:rsidRDefault="00615B82" w:rsidP="005A113F">
    <w:pPr>
      <w:pStyle w:val="Encabezado"/>
    </w:pPr>
    <w:r>
      <w:rPr>
        <w:noProof/>
      </w:rPr>
      <w:pict w14:anchorId="39DDF3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style="position:absolute;left:0;text-align:left;margin-left:-23.6pt;margin-top:94.85pt;width:424.05pt;height:193.05pt;z-index:-251657216;mso-wrap-edited:f;mso-position-horizontal-relative:margin;mso-position-vertical-relative:margin" wrapcoords="-38 0 -38 21431 21600 21431 21600 0 -38 0">
          <v:imagedata r:id="rId1" o:title="MARCA AGUA HOJA i+PORC" gain="19661f" blacklevel="22938f"/>
          <w10:wrap anchorx="margin" anchory="margin"/>
        </v:shape>
      </w:pict>
    </w:r>
    <w:r w:rsidR="004946D8">
      <w:rPr>
        <w:noProof/>
      </w:rPr>
      <w:drawing>
        <wp:anchor distT="0" distB="0" distL="114300" distR="114300" simplePos="0" relativeHeight="251652608" behindDoc="0" locked="0" layoutInCell="1" allowOverlap="1" wp14:anchorId="12E289F0" wp14:editId="17D26553">
          <wp:simplePos x="0" y="0"/>
          <wp:positionH relativeFrom="column">
            <wp:posOffset>-1076325</wp:posOffset>
          </wp:positionH>
          <wp:positionV relativeFrom="paragraph">
            <wp:posOffset>-448310</wp:posOffset>
          </wp:positionV>
          <wp:extent cx="7564755" cy="1854200"/>
          <wp:effectExtent l="0" t="0" r="4445" b="0"/>
          <wp:wrapThrough wrapText="bothSides">
            <wp:wrapPolygon edited="0">
              <wp:start x="0" y="0"/>
              <wp:lineTo x="0" y="21304"/>
              <wp:lineTo x="21540" y="21304"/>
              <wp:lineTo x="21540" y="0"/>
              <wp:lineTo x="0"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PERIOR HOJA i+PORC.jpg"/>
                  <pic:cNvPicPr/>
                </pic:nvPicPr>
                <pic:blipFill>
                  <a:blip r:embed="rId2">
                    <a:extLst>
                      <a:ext uri="{28A0092B-C50C-407E-A947-70E740481C1C}">
                        <a14:useLocalDpi xmlns:a14="http://schemas.microsoft.com/office/drawing/2010/main" val="0"/>
                      </a:ext>
                    </a:extLst>
                  </a:blip>
                  <a:stretch>
                    <a:fillRect/>
                  </a:stretch>
                </pic:blipFill>
                <pic:spPr>
                  <a:xfrm>
                    <a:off x="0" y="0"/>
                    <a:ext cx="7564755" cy="1854200"/>
                  </a:xfrm>
                  <a:prstGeom prst="rect">
                    <a:avLst/>
                  </a:prstGeom>
                </pic:spPr>
              </pic:pic>
            </a:graphicData>
          </a:graphic>
          <wp14:sizeRelH relativeFrom="page">
            <wp14:pctWidth>0</wp14:pctWidth>
          </wp14:sizeRelH>
          <wp14:sizeRelV relativeFrom="page">
            <wp14:pctHeight>0</wp14:pctHeight>
          </wp14:sizeRelV>
        </wp:anchor>
      </w:drawing>
    </w:r>
  </w:p>
  <w:p w14:paraId="270C8205" w14:textId="77777777" w:rsidR="005123E5" w:rsidRDefault="005123E5" w:rsidP="005A113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2B47E" w14:textId="77777777" w:rsidR="004946D8" w:rsidRDefault="00615B82" w:rsidP="005A113F">
    <w:pPr>
      <w:pStyle w:val="Encabezado"/>
    </w:pPr>
    <w:r>
      <w:rPr>
        <w:noProof/>
      </w:rPr>
      <w:pict w14:anchorId="6E80FE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7" type="#_x0000_t75" style="position:absolute;left:0;text-align:left;margin-left:0;margin-top:0;width:424.05pt;height:193.05pt;z-index:-251655168;mso-wrap-edited:f;mso-position-horizontal:center;mso-position-horizontal-relative:margin;mso-position-vertical:center;mso-position-vertical-relative:margin" wrapcoords="-38 0 -38 21431 21600 21431 21600 0 -38 0">
          <v:imagedata r:id="rId1" o:title="MARCA AGUA HOJA i+PORC"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008"/>
    <w:multiLevelType w:val="hybridMultilevel"/>
    <w:tmpl w:val="AC48CEEE"/>
    <w:lvl w:ilvl="0" w:tplc="0C0A000F">
      <w:start w:val="1"/>
      <w:numFmt w:val="decimal"/>
      <w:lvlText w:val="%1."/>
      <w:lvlJc w:val="left"/>
      <w:pPr>
        <w:ind w:left="720" w:hanging="360"/>
      </w:pPr>
    </w:lvl>
    <w:lvl w:ilvl="1" w:tplc="2AD6B154">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687291C"/>
    <w:multiLevelType w:val="hybridMultilevel"/>
    <w:tmpl w:val="AC48CEEE"/>
    <w:lvl w:ilvl="0" w:tplc="0C0A000F">
      <w:start w:val="1"/>
      <w:numFmt w:val="decimal"/>
      <w:lvlText w:val="%1."/>
      <w:lvlJc w:val="left"/>
      <w:pPr>
        <w:ind w:left="720" w:hanging="360"/>
      </w:pPr>
    </w:lvl>
    <w:lvl w:ilvl="1" w:tplc="2AD6B154">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AE1008A"/>
    <w:multiLevelType w:val="hybridMultilevel"/>
    <w:tmpl w:val="B31E3C8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BA451BB"/>
    <w:multiLevelType w:val="hybridMultilevel"/>
    <w:tmpl w:val="B31E3C8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C577B43"/>
    <w:multiLevelType w:val="hybridMultilevel"/>
    <w:tmpl w:val="B31E3C8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EE27C44"/>
    <w:multiLevelType w:val="hybridMultilevel"/>
    <w:tmpl w:val="AC48CEEE"/>
    <w:lvl w:ilvl="0" w:tplc="0C0A000F">
      <w:start w:val="1"/>
      <w:numFmt w:val="decimal"/>
      <w:lvlText w:val="%1."/>
      <w:lvlJc w:val="left"/>
      <w:pPr>
        <w:ind w:left="720" w:hanging="360"/>
      </w:pPr>
    </w:lvl>
    <w:lvl w:ilvl="1" w:tplc="2AD6B154">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A0F2BC7"/>
    <w:multiLevelType w:val="hybridMultilevel"/>
    <w:tmpl w:val="AC48CEEE"/>
    <w:lvl w:ilvl="0" w:tplc="0C0A000F">
      <w:start w:val="1"/>
      <w:numFmt w:val="decimal"/>
      <w:lvlText w:val="%1."/>
      <w:lvlJc w:val="left"/>
      <w:pPr>
        <w:ind w:left="720" w:hanging="360"/>
      </w:pPr>
    </w:lvl>
    <w:lvl w:ilvl="1" w:tplc="2AD6B154">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DBF4476"/>
    <w:multiLevelType w:val="hybridMultilevel"/>
    <w:tmpl w:val="B31E3C8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AE36366"/>
    <w:multiLevelType w:val="multilevel"/>
    <w:tmpl w:val="867256B2"/>
    <w:styleLink w:val="AST"/>
    <w:lvl w:ilvl="0">
      <w:start w:val="1"/>
      <w:numFmt w:val="decimal"/>
      <w:lvlText w:val="%1."/>
      <w:lvlJc w:val="left"/>
      <w:pPr>
        <w:ind w:left="360" w:hanging="360"/>
      </w:pPr>
      <w:rPr>
        <w:rFonts w:ascii="Arial" w:hAnsi="Arial" w:hint="default"/>
        <w:b w:val="0"/>
        <w:bCs w:val="0"/>
        <w:i w:val="0"/>
        <w:iCs w:val="0"/>
        <w:color w:val="E19819"/>
        <w:sz w:val="24"/>
        <w:szCs w:val="24"/>
      </w:rPr>
    </w:lvl>
    <w:lvl w:ilvl="1">
      <w:start w:val="1"/>
      <w:numFmt w:val="decimal"/>
      <w:lvlText w:val="%2.1"/>
      <w:lvlJc w:val="left"/>
      <w:pPr>
        <w:ind w:left="720" w:hanging="360"/>
      </w:pPr>
      <w:rPr>
        <w:rFonts w:hint="default"/>
      </w:rPr>
    </w:lvl>
    <w:lvl w:ilvl="2">
      <w:start w:val="1"/>
      <w:numFmt w:val="decimal"/>
      <w:lvlText w:val="%3.2"/>
      <w:lvlJc w:val="left"/>
      <w:pPr>
        <w:ind w:left="1080" w:hanging="360"/>
      </w:pPr>
      <w:rPr>
        <w:rFonts w:hint="default"/>
      </w:rPr>
    </w:lvl>
    <w:lvl w:ilvl="3">
      <w:start w:val="1"/>
      <w:numFmt w:val="none"/>
      <w:lvlText w:val="1.3"/>
      <w:lvlJc w:val="left"/>
      <w:pPr>
        <w:ind w:left="1440" w:hanging="360"/>
      </w:pPr>
      <w:rPr>
        <w:rFonts w:hint="default"/>
      </w:rPr>
    </w:lvl>
    <w:lvl w:ilvl="4">
      <w:start w:val="1"/>
      <w:numFmt w:val="none"/>
      <w:lvlText w:val=""/>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D192B56"/>
    <w:multiLevelType w:val="hybridMultilevel"/>
    <w:tmpl w:val="AC48CEEE"/>
    <w:lvl w:ilvl="0" w:tplc="0C0A000F">
      <w:start w:val="1"/>
      <w:numFmt w:val="decimal"/>
      <w:lvlText w:val="%1."/>
      <w:lvlJc w:val="left"/>
      <w:pPr>
        <w:ind w:left="720" w:hanging="360"/>
      </w:pPr>
    </w:lvl>
    <w:lvl w:ilvl="1" w:tplc="2AD6B154">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E7A022A"/>
    <w:multiLevelType w:val="hybridMultilevel"/>
    <w:tmpl w:val="803C0D3A"/>
    <w:lvl w:ilvl="0" w:tplc="0C0A0019">
      <w:start w:val="1"/>
      <w:numFmt w:val="lowerLetter"/>
      <w:lvlText w:val="%1."/>
      <w:lvlJc w:val="left"/>
      <w:pPr>
        <w:ind w:left="1146" w:hanging="360"/>
      </w:pPr>
    </w:lvl>
    <w:lvl w:ilvl="1" w:tplc="0C0A0019">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11" w15:restartNumberingAfterBreak="0">
    <w:nsid w:val="4A276D26"/>
    <w:multiLevelType w:val="hybridMultilevel"/>
    <w:tmpl w:val="AC48CEEE"/>
    <w:lvl w:ilvl="0" w:tplc="0C0A000F">
      <w:start w:val="1"/>
      <w:numFmt w:val="decimal"/>
      <w:lvlText w:val="%1."/>
      <w:lvlJc w:val="left"/>
      <w:pPr>
        <w:ind w:left="720" w:hanging="360"/>
      </w:pPr>
    </w:lvl>
    <w:lvl w:ilvl="1" w:tplc="2AD6B154">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BA0090C"/>
    <w:multiLevelType w:val="hybridMultilevel"/>
    <w:tmpl w:val="AC48CEEE"/>
    <w:lvl w:ilvl="0" w:tplc="FFFFFFFF">
      <w:start w:val="1"/>
      <w:numFmt w:val="decimal"/>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F083CDD"/>
    <w:multiLevelType w:val="hybridMultilevel"/>
    <w:tmpl w:val="AC48CEEE"/>
    <w:lvl w:ilvl="0" w:tplc="0C0A000F">
      <w:start w:val="1"/>
      <w:numFmt w:val="decimal"/>
      <w:lvlText w:val="%1."/>
      <w:lvlJc w:val="left"/>
      <w:pPr>
        <w:ind w:left="720" w:hanging="360"/>
      </w:pPr>
    </w:lvl>
    <w:lvl w:ilvl="1" w:tplc="2AD6B154">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592F1857"/>
    <w:multiLevelType w:val="hybridMultilevel"/>
    <w:tmpl w:val="DC8EB49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5E6627BB"/>
    <w:multiLevelType w:val="hybridMultilevel"/>
    <w:tmpl w:val="AC48CEEE"/>
    <w:lvl w:ilvl="0" w:tplc="0C0A000F">
      <w:start w:val="1"/>
      <w:numFmt w:val="decimal"/>
      <w:lvlText w:val="%1."/>
      <w:lvlJc w:val="left"/>
      <w:pPr>
        <w:ind w:left="720" w:hanging="360"/>
      </w:pPr>
    </w:lvl>
    <w:lvl w:ilvl="1" w:tplc="2AD6B154">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65437D2D"/>
    <w:multiLevelType w:val="multilevel"/>
    <w:tmpl w:val="0C0A001D"/>
    <w:styleLink w:val="AST-Listados"/>
    <w:lvl w:ilvl="0">
      <w:start w:val="1"/>
      <w:numFmt w:val="decimal"/>
      <w:lvlText w:val="%1)"/>
      <w:lvlJc w:val="left"/>
      <w:pPr>
        <w:ind w:left="360" w:hanging="360"/>
      </w:pPr>
      <w:rPr>
        <w:rFonts w:ascii="Arial" w:hAnsi="Arial"/>
        <w:color w:val="F0B326"/>
        <w:sz w:val="24"/>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1F93AB0"/>
    <w:multiLevelType w:val="hybridMultilevel"/>
    <w:tmpl w:val="AC48CEEE"/>
    <w:lvl w:ilvl="0" w:tplc="0C0A000F">
      <w:start w:val="1"/>
      <w:numFmt w:val="decimal"/>
      <w:lvlText w:val="%1."/>
      <w:lvlJc w:val="left"/>
      <w:pPr>
        <w:ind w:left="720" w:hanging="360"/>
      </w:pPr>
    </w:lvl>
    <w:lvl w:ilvl="1" w:tplc="2AD6B154">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73DC0B5C"/>
    <w:multiLevelType w:val="hybridMultilevel"/>
    <w:tmpl w:val="AC48CEEE"/>
    <w:lvl w:ilvl="0" w:tplc="0C0A000F">
      <w:start w:val="1"/>
      <w:numFmt w:val="decimal"/>
      <w:lvlText w:val="%1."/>
      <w:lvlJc w:val="left"/>
      <w:pPr>
        <w:ind w:left="720" w:hanging="360"/>
      </w:pPr>
    </w:lvl>
    <w:lvl w:ilvl="1" w:tplc="2AD6B154">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75C43ACF"/>
    <w:multiLevelType w:val="hybridMultilevel"/>
    <w:tmpl w:val="AC48CEEE"/>
    <w:lvl w:ilvl="0" w:tplc="0C0A000F">
      <w:start w:val="1"/>
      <w:numFmt w:val="decimal"/>
      <w:lvlText w:val="%1."/>
      <w:lvlJc w:val="left"/>
      <w:pPr>
        <w:ind w:left="720" w:hanging="360"/>
      </w:pPr>
    </w:lvl>
    <w:lvl w:ilvl="1" w:tplc="2AD6B154">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275745466">
    <w:abstractNumId w:val="8"/>
  </w:num>
  <w:num w:numId="2" w16cid:durableId="232668629">
    <w:abstractNumId w:val="16"/>
  </w:num>
  <w:num w:numId="3" w16cid:durableId="1624581823">
    <w:abstractNumId w:val="4"/>
  </w:num>
  <w:num w:numId="4" w16cid:durableId="1108892504">
    <w:abstractNumId w:val="3"/>
  </w:num>
  <w:num w:numId="5" w16cid:durableId="916784651">
    <w:abstractNumId w:val="2"/>
  </w:num>
  <w:num w:numId="6" w16cid:durableId="741751871">
    <w:abstractNumId w:val="7"/>
  </w:num>
  <w:num w:numId="7" w16cid:durableId="1998605086">
    <w:abstractNumId w:val="5"/>
  </w:num>
  <w:num w:numId="8" w16cid:durableId="416366570">
    <w:abstractNumId w:val="10"/>
  </w:num>
  <w:num w:numId="9" w16cid:durableId="1454009931">
    <w:abstractNumId w:val="19"/>
  </w:num>
  <w:num w:numId="10" w16cid:durableId="1279945544">
    <w:abstractNumId w:val="11"/>
  </w:num>
  <w:num w:numId="11" w16cid:durableId="157232694">
    <w:abstractNumId w:val="15"/>
  </w:num>
  <w:num w:numId="12" w16cid:durableId="1759865052">
    <w:abstractNumId w:val="1"/>
  </w:num>
  <w:num w:numId="13" w16cid:durableId="746727145">
    <w:abstractNumId w:val="18"/>
  </w:num>
  <w:num w:numId="14" w16cid:durableId="1631864994">
    <w:abstractNumId w:val="9"/>
  </w:num>
  <w:num w:numId="15" w16cid:durableId="1193807854">
    <w:abstractNumId w:val="6"/>
  </w:num>
  <w:num w:numId="16" w16cid:durableId="731198747">
    <w:abstractNumId w:val="13"/>
  </w:num>
  <w:num w:numId="17" w16cid:durableId="1102645645">
    <w:abstractNumId w:val="17"/>
  </w:num>
  <w:num w:numId="18" w16cid:durableId="1881284333">
    <w:abstractNumId w:val="0"/>
  </w:num>
  <w:num w:numId="19" w16cid:durableId="1793085537">
    <w:abstractNumId w:val="12"/>
  </w:num>
  <w:num w:numId="20" w16cid:durableId="22278938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attachedTemplate r:id="rId1"/>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707F9"/>
    <w:rsid w:val="00001BA4"/>
    <w:rsid w:val="0000436B"/>
    <w:rsid w:val="00037842"/>
    <w:rsid w:val="00041C48"/>
    <w:rsid w:val="000C7853"/>
    <w:rsid w:val="000D05E5"/>
    <w:rsid w:val="000E6902"/>
    <w:rsid w:val="00107384"/>
    <w:rsid w:val="00140B65"/>
    <w:rsid w:val="00142785"/>
    <w:rsid w:val="001964DE"/>
    <w:rsid w:val="00231CF0"/>
    <w:rsid w:val="0026523D"/>
    <w:rsid w:val="00292EBF"/>
    <w:rsid w:val="002A3D8D"/>
    <w:rsid w:val="002F7127"/>
    <w:rsid w:val="00303FDC"/>
    <w:rsid w:val="0034560F"/>
    <w:rsid w:val="00346140"/>
    <w:rsid w:val="00347A04"/>
    <w:rsid w:val="00375B63"/>
    <w:rsid w:val="003A1EEA"/>
    <w:rsid w:val="003F1E5E"/>
    <w:rsid w:val="00470B9C"/>
    <w:rsid w:val="004808F6"/>
    <w:rsid w:val="004946D8"/>
    <w:rsid w:val="004C7B00"/>
    <w:rsid w:val="005123E5"/>
    <w:rsid w:val="005407EE"/>
    <w:rsid w:val="00542E12"/>
    <w:rsid w:val="0054360F"/>
    <w:rsid w:val="00576263"/>
    <w:rsid w:val="00587A89"/>
    <w:rsid w:val="005A113F"/>
    <w:rsid w:val="00615B82"/>
    <w:rsid w:val="00644326"/>
    <w:rsid w:val="006707F9"/>
    <w:rsid w:val="006A2C81"/>
    <w:rsid w:val="0077263A"/>
    <w:rsid w:val="0078296C"/>
    <w:rsid w:val="007C211C"/>
    <w:rsid w:val="007E13E1"/>
    <w:rsid w:val="007F37D1"/>
    <w:rsid w:val="0082140D"/>
    <w:rsid w:val="00843D2C"/>
    <w:rsid w:val="008651BA"/>
    <w:rsid w:val="008D3794"/>
    <w:rsid w:val="00902734"/>
    <w:rsid w:val="0092180F"/>
    <w:rsid w:val="00925CE9"/>
    <w:rsid w:val="00942C91"/>
    <w:rsid w:val="009B693C"/>
    <w:rsid w:val="009B7F52"/>
    <w:rsid w:val="009F6256"/>
    <w:rsid w:val="00A0040C"/>
    <w:rsid w:val="00A3505E"/>
    <w:rsid w:val="00A67702"/>
    <w:rsid w:val="00AB228E"/>
    <w:rsid w:val="00AC4880"/>
    <w:rsid w:val="00AF750C"/>
    <w:rsid w:val="00B072A4"/>
    <w:rsid w:val="00B10DF1"/>
    <w:rsid w:val="00B37130"/>
    <w:rsid w:val="00B45F16"/>
    <w:rsid w:val="00C153AD"/>
    <w:rsid w:val="00D74864"/>
    <w:rsid w:val="00D85F49"/>
    <w:rsid w:val="00DC4E7B"/>
    <w:rsid w:val="00DF2D90"/>
    <w:rsid w:val="00E00505"/>
    <w:rsid w:val="00E1576F"/>
    <w:rsid w:val="00E21CDF"/>
    <w:rsid w:val="00E77CA2"/>
    <w:rsid w:val="00ED1912"/>
    <w:rsid w:val="00F05DBD"/>
    <w:rsid w:val="00F43F40"/>
    <w:rsid w:val="00F51EA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BE08656"/>
  <w14:defaultImageDpi w14:val="300"/>
  <w15:docId w15:val="{F953F7BC-6A28-41DD-A4A6-7D5B0FB38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13F"/>
    <w:pPr>
      <w:widowControl w:val="0"/>
      <w:autoSpaceDE w:val="0"/>
      <w:autoSpaceDN w:val="0"/>
      <w:adjustRightInd w:val="0"/>
      <w:ind w:right="-198"/>
      <w:jc w:val="both"/>
    </w:pPr>
    <w:rPr>
      <w:rFonts w:ascii="Open Sans" w:hAnsi="Open Sans" w:cs="Cambria"/>
      <w:sz w:val="20"/>
      <w:szCs w:val="20"/>
      <w:lang w:val="es-ES"/>
    </w:rPr>
  </w:style>
  <w:style w:type="paragraph" w:styleId="Ttulo1">
    <w:name w:val="heading 1"/>
    <w:basedOn w:val="Normal"/>
    <w:next w:val="Normal"/>
    <w:link w:val="Ttulo1Car"/>
    <w:uiPriority w:val="9"/>
    <w:qFormat/>
    <w:rsid w:val="00303FDC"/>
    <w:pPr>
      <w:jc w:val="center"/>
      <w:outlineLvl w:val="0"/>
    </w:pPr>
    <w:rPr>
      <w:b/>
      <w:bCs/>
      <w:color w:val="93A5AD"/>
    </w:rPr>
  </w:style>
  <w:style w:type="paragraph" w:styleId="Ttulo2">
    <w:name w:val="heading 2"/>
    <w:basedOn w:val="Normal"/>
    <w:next w:val="Normal"/>
    <w:link w:val="Ttulo2Car"/>
    <w:uiPriority w:val="9"/>
    <w:unhideWhenUsed/>
    <w:qFormat/>
    <w:rsid w:val="002A3D8D"/>
    <w:pPr>
      <w:outlineLvl w:val="1"/>
    </w:pPr>
  </w:style>
  <w:style w:type="paragraph" w:styleId="Ttulo3">
    <w:name w:val="heading 3"/>
    <w:basedOn w:val="Normal"/>
    <w:next w:val="Normal"/>
    <w:link w:val="Ttulo3Car"/>
    <w:uiPriority w:val="9"/>
    <w:semiHidden/>
    <w:unhideWhenUsed/>
    <w:qFormat/>
    <w:rsid w:val="00843D2C"/>
    <w:pPr>
      <w:keepNext/>
      <w:keepLines/>
      <w:spacing w:before="40"/>
      <w:outlineLvl w:val="2"/>
    </w:pPr>
    <w:rPr>
      <w:rFonts w:asciiTheme="majorHAnsi" w:eastAsiaTheme="majorEastAsia" w:hAnsiTheme="majorHAnsi" w:cstheme="majorBidi"/>
      <w:color w:val="93A5AD"/>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AST">
    <w:name w:val="AST"/>
    <w:uiPriority w:val="99"/>
    <w:rsid w:val="0026523D"/>
    <w:pPr>
      <w:numPr>
        <w:numId w:val="1"/>
      </w:numPr>
    </w:pPr>
  </w:style>
  <w:style w:type="numbering" w:customStyle="1" w:styleId="AST-Listados">
    <w:name w:val="AST-Listados"/>
    <w:uiPriority w:val="99"/>
    <w:rsid w:val="0026523D"/>
    <w:pPr>
      <w:numPr>
        <w:numId w:val="2"/>
      </w:numPr>
    </w:pPr>
  </w:style>
  <w:style w:type="character" w:customStyle="1" w:styleId="Ttulo1Car">
    <w:name w:val="Título 1 Car"/>
    <w:basedOn w:val="Fuentedeprrafopredeter"/>
    <w:link w:val="Ttulo1"/>
    <w:uiPriority w:val="9"/>
    <w:rsid w:val="00303FDC"/>
    <w:rPr>
      <w:rFonts w:ascii="Open Sans" w:hAnsi="Open Sans" w:cs="Cambria"/>
      <w:b/>
      <w:bCs/>
      <w:color w:val="93A5AD"/>
      <w:sz w:val="20"/>
      <w:szCs w:val="20"/>
      <w:lang w:val="es-ES"/>
    </w:rPr>
  </w:style>
  <w:style w:type="paragraph" w:styleId="TtuloTDC">
    <w:name w:val="TOC Heading"/>
    <w:basedOn w:val="Ttulo1"/>
    <w:next w:val="Normal"/>
    <w:uiPriority w:val="39"/>
    <w:unhideWhenUsed/>
    <w:rsid w:val="004946D8"/>
    <w:pPr>
      <w:spacing w:line="276" w:lineRule="auto"/>
      <w:outlineLvl w:val="9"/>
    </w:pPr>
    <w:rPr>
      <w:color w:val="A00543" w:themeColor="accent1" w:themeShade="BF"/>
      <w:sz w:val="28"/>
      <w:szCs w:val="28"/>
    </w:rPr>
  </w:style>
  <w:style w:type="paragraph" w:styleId="Textodeglobo">
    <w:name w:val="Balloon Text"/>
    <w:basedOn w:val="Normal"/>
    <w:link w:val="TextodegloboCar"/>
    <w:uiPriority w:val="99"/>
    <w:semiHidden/>
    <w:unhideWhenUsed/>
    <w:rsid w:val="004946D8"/>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4946D8"/>
    <w:rPr>
      <w:rFonts w:ascii="Lucida Grande" w:hAnsi="Lucida Grande"/>
      <w:sz w:val="18"/>
      <w:szCs w:val="18"/>
    </w:rPr>
  </w:style>
  <w:style w:type="paragraph" w:styleId="TDC1">
    <w:name w:val="toc 1"/>
    <w:basedOn w:val="Normal"/>
    <w:next w:val="Normal"/>
    <w:autoRedefine/>
    <w:uiPriority w:val="39"/>
    <w:semiHidden/>
    <w:unhideWhenUsed/>
    <w:rsid w:val="004946D8"/>
    <w:pPr>
      <w:spacing w:before="120"/>
    </w:pPr>
    <w:rPr>
      <w:b/>
    </w:rPr>
  </w:style>
  <w:style w:type="paragraph" w:styleId="TDC2">
    <w:name w:val="toc 2"/>
    <w:basedOn w:val="Normal"/>
    <w:next w:val="Normal"/>
    <w:autoRedefine/>
    <w:uiPriority w:val="39"/>
    <w:semiHidden/>
    <w:unhideWhenUsed/>
    <w:rsid w:val="004946D8"/>
    <w:pPr>
      <w:ind w:left="240"/>
    </w:pPr>
    <w:rPr>
      <w:b/>
      <w:sz w:val="22"/>
      <w:szCs w:val="22"/>
    </w:rPr>
  </w:style>
  <w:style w:type="paragraph" w:styleId="TDC3">
    <w:name w:val="toc 3"/>
    <w:basedOn w:val="Normal"/>
    <w:next w:val="Normal"/>
    <w:autoRedefine/>
    <w:uiPriority w:val="39"/>
    <w:semiHidden/>
    <w:unhideWhenUsed/>
    <w:rsid w:val="004946D8"/>
    <w:pPr>
      <w:ind w:left="480"/>
    </w:pPr>
    <w:rPr>
      <w:sz w:val="22"/>
      <w:szCs w:val="22"/>
    </w:rPr>
  </w:style>
  <w:style w:type="paragraph" w:styleId="TDC4">
    <w:name w:val="toc 4"/>
    <w:basedOn w:val="Normal"/>
    <w:next w:val="Normal"/>
    <w:autoRedefine/>
    <w:uiPriority w:val="39"/>
    <w:semiHidden/>
    <w:unhideWhenUsed/>
    <w:rsid w:val="004946D8"/>
    <w:pPr>
      <w:ind w:left="720"/>
    </w:pPr>
  </w:style>
  <w:style w:type="paragraph" w:styleId="TDC5">
    <w:name w:val="toc 5"/>
    <w:basedOn w:val="Normal"/>
    <w:next w:val="Normal"/>
    <w:autoRedefine/>
    <w:uiPriority w:val="39"/>
    <w:semiHidden/>
    <w:unhideWhenUsed/>
    <w:rsid w:val="004946D8"/>
    <w:pPr>
      <w:ind w:left="960"/>
    </w:pPr>
  </w:style>
  <w:style w:type="paragraph" w:styleId="TDC6">
    <w:name w:val="toc 6"/>
    <w:basedOn w:val="Normal"/>
    <w:next w:val="Normal"/>
    <w:autoRedefine/>
    <w:uiPriority w:val="39"/>
    <w:semiHidden/>
    <w:unhideWhenUsed/>
    <w:rsid w:val="004946D8"/>
    <w:pPr>
      <w:ind w:left="1200"/>
    </w:pPr>
  </w:style>
  <w:style w:type="paragraph" w:styleId="TDC7">
    <w:name w:val="toc 7"/>
    <w:basedOn w:val="Normal"/>
    <w:next w:val="Normal"/>
    <w:autoRedefine/>
    <w:uiPriority w:val="39"/>
    <w:semiHidden/>
    <w:unhideWhenUsed/>
    <w:rsid w:val="004946D8"/>
    <w:pPr>
      <w:ind w:left="1440"/>
    </w:pPr>
  </w:style>
  <w:style w:type="paragraph" w:styleId="TDC8">
    <w:name w:val="toc 8"/>
    <w:basedOn w:val="Normal"/>
    <w:next w:val="Normal"/>
    <w:autoRedefine/>
    <w:uiPriority w:val="39"/>
    <w:semiHidden/>
    <w:unhideWhenUsed/>
    <w:rsid w:val="004946D8"/>
    <w:pPr>
      <w:ind w:left="1680"/>
    </w:pPr>
  </w:style>
  <w:style w:type="paragraph" w:styleId="TDC9">
    <w:name w:val="toc 9"/>
    <w:basedOn w:val="Normal"/>
    <w:next w:val="Normal"/>
    <w:autoRedefine/>
    <w:uiPriority w:val="39"/>
    <w:semiHidden/>
    <w:unhideWhenUsed/>
    <w:rsid w:val="004946D8"/>
    <w:pPr>
      <w:ind w:left="1920"/>
    </w:pPr>
  </w:style>
  <w:style w:type="paragraph" w:styleId="Encabezado">
    <w:name w:val="header"/>
    <w:basedOn w:val="Normal"/>
    <w:link w:val="EncabezadoCar"/>
    <w:uiPriority w:val="99"/>
    <w:unhideWhenUsed/>
    <w:rsid w:val="004C7B00"/>
    <w:pPr>
      <w:tabs>
        <w:tab w:val="center" w:pos="4252"/>
        <w:tab w:val="right" w:pos="8504"/>
      </w:tabs>
    </w:pPr>
    <w:rPr>
      <w:b/>
    </w:rPr>
  </w:style>
  <w:style w:type="character" w:customStyle="1" w:styleId="EncabezadoCar">
    <w:name w:val="Encabezado Car"/>
    <w:basedOn w:val="Fuentedeprrafopredeter"/>
    <w:link w:val="Encabezado"/>
    <w:uiPriority w:val="99"/>
    <w:rsid w:val="004C7B00"/>
    <w:rPr>
      <w:rFonts w:ascii="Open Sans" w:hAnsi="Open Sans"/>
      <w:b/>
    </w:rPr>
  </w:style>
  <w:style w:type="paragraph" w:styleId="Piedepgina">
    <w:name w:val="footer"/>
    <w:basedOn w:val="Normal"/>
    <w:link w:val="PiedepginaCar"/>
    <w:uiPriority w:val="99"/>
    <w:unhideWhenUsed/>
    <w:rsid w:val="00A3505E"/>
    <w:pPr>
      <w:tabs>
        <w:tab w:val="center" w:pos="4252"/>
        <w:tab w:val="right" w:pos="8504"/>
      </w:tabs>
      <w:jc w:val="center"/>
    </w:pPr>
    <w:rPr>
      <w:b/>
      <w:bCs/>
      <w:color w:val="93A5AD"/>
    </w:rPr>
  </w:style>
  <w:style w:type="character" w:customStyle="1" w:styleId="PiedepginaCar">
    <w:name w:val="Pie de página Car"/>
    <w:basedOn w:val="Fuentedeprrafopredeter"/>
    <w:link w:val="Piedepgina"/>
    <w:uiPriority w:val="99"/>
    <w:rsid w:val="00A3505E"/>
    <w:rPr>
      <w:rFonts w:ascii="Open Sans" w:hAnsi="Open Sans" w:cs="Cambria"/>
      <w:b/>
      <w:bCs/>
      <w:color w:val="93A5AD"/>
      <w:sz w:val="20"/>
      <w:szCs w:val="20"/>
      <w:lang w:val="es-ES"/>
    </w:rPr>
  </w:style>
  <w:style w:type="paragraph" w:styleId="Sinespaciado">
    <w:name w:val="No Spacing"/>
    <w:aliases w:val="Ladillo"/>
    <w:uiPriority w:val="1"/>
    <w:qFormat/>
    <w:rsid w:val="004C7B00"/>
    <w:rPr>
      <w:rFonts w:ascii="Open Sans" w:hAnsi="Open Sans"/>
      <w:b/>
      <w:color w:val="93A5AD"/>
      <w:sz w:val="20"/>
    </w:rPr>
  </w:style>
  <w:style w:type="paragraph" w:styleId="Cita">
    <w:name w:val="Quote"/>
    <w:basedOn w:val="Normal"/>
    <w:next w:val="Normal"/>
    <w:link w:val="CitaCar"/>
    <w:uiPriority w:val="29"/>
    <w:qFormat/>
    <w:rsid w:val="004C7B00"/>
    <w:pPr>
      <w:spacing w:before="120" w:after="120"/>
      <w:ind w:left="708"/>
    </w:pPr>
    <w:rPr>
      <w:b/>
      <w:i/>
      <w:iCs/>
    </w:rPr>
  </w:style>
  <w:style w:type="character" w:customStyle="1" w:styleId="CitaCar">
    <w:name w:val="Cita Car"/>
    <w:basedOn w:val="Fuentedeprrafopredeter"/>
    <w:link w:val="Cita"/>
    <w:uiPriority w:val="29"/>
    <w:rsid w:val="004C7B00"/>
    <w:rPr>
      <w:rFonts w:ascii="Open Sans" w:hAnsi="Open Sans"/>
      <w:i/>
      <w:iCs/>
      <w:color w:val="93A5AD"/>
      <w:sz w:val="20"/>
    </w:rPr>
  </w:style>
  <w:style w:type="paragraph" w:styleId="Ttulo">
    <w:name w:val="Title"/>
    <w:basedOn w:val="Normal"/>
    <w:next w:val="Normal"/>
    <w:link w:val="TtuloCar"/>
    <w:uiPriority w:val="10"/>
    <w:qFormat/>
    <w:rsid w:val="00B37130"/>
    <w:pPr>
      <w:contextualSpacing/>
    </w:pPr>
    <w:rPr>
      <w:rFonts w:asciiTheme="majorHAnsi" w:eastAsiaTheme="majorEastAsia" w:hAnsiTheme="majorHAnsi" w:cstheme="majorBidi"/>
      <w:b/>
      <w:bCs/>
      <w:color w:val="93A5AD"/>
      <w:spacing w:val="-10"/>
      <w:kern w:val="28"/>
      <w:sz w:val="24"/>
      <w:szCs w:val="24"/>
    </w:rPr>
  </w:style>
  <w:style w:type="character" w:customStyle="1" w:styleId="TtuloCar">
    <w:name w:val="Título Car"/>
    <w:basedOn w:val="Fuentedeprrafopredeter"/>
    <w:link w:val="Ttulo"/>
    <w:uiPriority w:val="10"/>
    <w:rsid w:val="00B37130"/>
    <w:rPr>
      <w:rFonts w:asciiTheme="majorHAnsi" w:eastAsiaTheme="majorEastAsia" w:hAnsiTheme="majorHAnsi" w:cstheme="majorBidi"/>
      <w:b/>
      <w:bCs/>
      <w:color w:val="93A5AD"/>
      <w:spacing w:val="-10"/>
      <w:kern w:val="28"/>
      <w:lang w:val="es-ES"/>
    </w:rPr>
  </w:style>
  <w:style w:type="character" w:customStyle="1" w:styleId="Ttulo2Car">
    <w:name w:val="Título 2 Car"/>
    <w:basedOn w:val="Fuentedeprrafopredeter"/>
    <w:link w:val="Ttulo2"/>
    <w:uiPriority w:val="9"/>
    <w:rsid w:val="002A3D8D"/>
    <w:rPr>
      <w:rFonts w:ascii="Open Sans" w:hAnsi="Open Sans" w:cs="Cambria"/>
      <w:sz w:val="20"/>
      <w:szCs w:val="20"/>
      <w:lang w:val="es-ES"/>
    </w:rPr>
  </w:style>
  <w:style w:type="paragraph" w:styleId="Prrafodelista">
    <w:name w:val="List Paragraph"/>
    <w:basedOn w:val="Normal"/>
    <w:uiPriority w:val="34"/>
    <w:rsid w:val="00142785"/>
    <w:pPr>
      <w:ind w:left="720"/>
      <w:contextualSpacing/>
    </w:pPr>
  </w:style>
  <w:style w:type="paragraph" w:styleId="Textonotapie">
    <w:name w:val="footnote text"/>
    <w:basedOn w:val="Normal"/>
    <w:link w:val="TextonotapieCar"/>
    <w:uiPriority w:val="99"/>
    <w:unhideWhenUsed/>
    <w:rsid w:val="00A0040C"/>
    <w:pPr>
      <w:widowControl/>
      <w:autoSpaceDE/>
      <w:autoSpaceDN/>
      <w:adjustRightInd/>
      <w:ind w:right="0"/>
      <w:jc w:val="left"/>
    </w:pPr>
    <w:rPr>
      <w:rFonts w:cstheme="minorBidi"/>
      <w:color w:val="93A5AD"/>
      <w:sz w:val="18"/>
      <w:lang w:val="es-ES_tradnl"/>
    </w:rPr>
  </w:style>
  <w:style w:type="character" w:customStyle="1" w:styleId="TextonotapieCar">
    <w:name w:val="Texto nota pie Car"/>
    <w:basedOn w:val="Fuentedeprrafopredeter"/>
    <w:link w:val="Textonotapie"/>
    <w:uiPriority w:val="99"/>
    <w:rsid w:val="00A0040C"/>
    <w:rPr>
      <w:rFonts w:ascii="Open Sans" w:hAnsi="Open Sans"/>
      <w:color w:val="93A5AD"/>
      <w:sz w:val="18"/>
      <w:szCs w:val="20"/>
    </w:rPr>
  </w:style>
  <w:style w:type="character" w:styleId="Refdenotaalpie">
    <w:name w:val="footnote reference"/>
    <w:basedOn w:val="Fuentedeprrafopredeter"/>
    <w:uiPriority w:val="99"/>
    <w:semiHidden/>
    <w:unhideWhenUsed/>
    <w:rsid w:val="00375B63"/>
    <w:rPr>
      <w:vertAlign w:val="superscript"/>
    </w:rPr>
  </w:style>
  <w:style w:type="character" w:styleId="Hipervnculo">
    <w:name w:val="Hyperlink"/>
    <w:basedOn w:val="Fuentedeprrafopredeter"/>
    <w:uiPriority w:val="99"/>
    <w:unhideWhenUsed/>
    <w:rsid w:val="009B7F52"/>
    <w:rPr>
      <w:color w:val="0563C1" w:themeColor="hyperlink"/>
      <w:u w:val="single"/>
    </w:rPr>
  </w:style>
  <w:style w:type="character" w:styleId="Mencinsinresolver">
    <w:name w:val="Unresolved Mention"/>
    <w:basedOn w:val="Fuentedeprrafopredeter"/>
    <w:uiPriority w:val="99"/>
    <w:semiHidden/>
    <w:unhideWhenUsed/>
    <w:rsid w:val="009B7F52"/>
    <w:rPr>
      <w:color w:val="605E5C"/>
      <w:shd w:val="clear" w:color="auto" w:fill="E1DFDD"/>
    </w:rPr>
  </w:style>
  <w:style w:type="character" w:customStyle="1" w:styleId="Ttulo3Car">
    <w:name w:val="Título 3 Car"/>
    <w:basedOn w:val="Fuentedeprrafopredeter"/>
    <w:link w:val="Ttulo3"/>
    <w:uiPriority w:val="9"/>
    <w:semiHidden/>
    <w:rsid w:val="00843D2C"/>
    <w:rPr>
      <w:rFonts w:asciiTheme="majorHAnsi" w:eastAsiaTheme="majorEastAsia" w:hAnsiTheme="majorHAnsi" w:cstheme="majorBidi"/>
      <w:color w:val="93A5AD"/>
      <w:sz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ristina%20Bengoechea\OneDrive%20-%20CLUSTER%20NACIONAL%20DE%20PRODUCTORES%20DE%20GANADO%20PORCINO\Documentos\20210618_imagen_imasporc\plantillas\Plantilla%20imasporc_formal_pag.dotx" TargetMode="External"/></Relationships>
</file>

<file path=word/theme/theme1.xml><?xml version="1.0" encoding="utf-8"?>
<a:theme xmlns:a="http://schemas.openxmlformats.org/drawingml/2006/main" name="Tema de Office">
  <a:themeElements>
    <a:clrScheme name="i-Porc_2202">
      <a:dk1>
        <a:sysClr val="windowText" lastClr="000000"/>
      </a:dk1>
      <a:lt1>
        <a:sysClr val="window" lastClr="FFFFFF"/>
      </a:lt1>
      <a:dk2>
        <a:srgbClr val="38515E"/>
      </a:dk2>
      <a:lt2>
        <a:srgbClr val="F6F6F6"/>
      </a:lt2>
      <a:accent1>
        <a:srgbClr val="D6075B"/>
      </a:accent1>
      <a:accent2>
        <a:srgbClr val="547B8C"/>
      </a:accent2>
      <a:accent3>
        <a:srgbClr val="93A5AD"/>
      </a:accent3>
      <a:accent4>
        <a:srgbClr val="954F72"/>
      </a:accent4>
      <a:accent5>
        <a:srgbClr val="ED7D31"/>
      </a:accent5>
      <a:accent6>
        <a:srgbClr val="FFC000"/>
      </a:accent6>
      <a:hlink>
        <a:srgbClr val="0563C1"/>
      </a:hlink>
      <a:folHlink>
        <a:srgbClr val="93A5AD"/>
      </a:folHlink>
    </a:clrScheme>
    <a:fontScheme name="OpenSans-OpenSans">
      <a:majorFont>
        <a:latin typeface="Open Sans"/>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1E2E75DDBC5A304CBB24BBFDA61AF86A" ma:contentTypeVersion="9" ma:contentTypeDescription="Crear nuevo documento." ma:contentTypeScope="" ma:versionID="2a8ef8822842ed566d64e0129a408149">
  <xsd:schema xmlns:xsd="http://www.w3.org/2001/XMLSchema" xmlns:xs="http://www.w3.org/2001/XMLSchema" xmlns:p="http://schemas.microsoft.com/office/2006/metadata/properties" xmlns:ns2="715ad916-6973-4d59-a6cd-99da0b49fba5" targetNamespace="http://schemas.microsoft.com/office/2006/metadata/properties" ma:root="true" ma:fieldsID="17b287f264df1af250e3bf10637c874d" ns2:_="">
    <xsd:import namespace="715ad916-6973-4d59-a6cd-99da0b49fba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ad916-6973-4d59-a6cd-99da0b49fb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748306-0AA9-CF47-96E9-0406EB5226A0}">
  <ds:schemaRefs>
    <ds:schemaRef ds:uri="http://schemas.openxmlformats.org/officeDocument/2006/bibliography"/>
  </ds:schemaRefs>
</ds:datastoreItem>
</file>

<file path=customXml/itemProps2.xml><?xml version="1.0" encoding="utf-8"?>
<ds:datastoreItem xmlns:ds="http://schemas.openxmlformats.org/officeDocument/2006/customXml" ds:itemID="{51BEC4FC-7715-46CB-86E8-03988E1B8F8B}"/>
</file>

<file path=customXml/itemProps3.xml><?xml version="1.0" encoding="utf-8"?>
<ds:datastoreItem xmlns:ds="http://schemas.openxmlformats.org/officeDocument/2006/customXml" ds:itemID="{199ED990-DD5D-4842-A857-6BE8BADE898A}">
  <ds:schemaRefs>
    <ds:schemaRef ds:uri="http://schemas.microsoft.com/sharepoint/v3/contenttype/forms"/>
  </ds:schemaRefs>
</ds:datastoreItem>
</file>

<file path=customXml/itemProps4.xml><?xml version="1.0" encoding="utf-8"?>
<ds:datastoreItem xmlns:ds="http://schemas.openxmlformats.org/officeDocument/2006/customXml" ds:itemID="{415FC6E7-1C04-4CF3-8657-01515D9A479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Plantilla imasporc_formal_pag</Template>
  <TotalTime>11</TotalTime>
  <Pages>2</Pages>
  <Words>807</Words>
  <Characters>4441</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Bengoechea Cuadrado</dc:creator>
  <cp:keywords/>
  <dc:description/>
  <cp:lastModifiedBy>Proyectos</cp:lastModifiedBy>
  <cp:revision>7</cp:revision>
  <cp:lastPrinted>2019-05-20T11:52:00Z</cp:lastPrinted>
  <dcterms:created xsi:type="dcterms:W3CDTF">2022-04-13T12:02:00Z</dcterms:created>
  <dcterms:modified xsi:type="dcterms:W3CDTF">2022-04-13T12:13:00Z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0x0101001E2E75DDBC5A304CBB24BBFDA61AF86A</vt:lpwstr>
  </property>
</Properties>
</file>