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15EDD" w14:textId="2F30B2DB" w:rsidR="006707F9" w:rsidRPr="006707F9" w:rsidRDefault="00174399" w:rsidP="006707F9">
      <w:pPr>
        <w:pStyle w:val="Ttulo"/>
        <w:jc w:val="center"/>
      </w:pPr>
      <w:bookmarkStart w:id="0" w:name="_Hlk86058145"/>
      <w:r>
        <w:t>REPRESENTANTE DE LA ENTIDAD</w:t>
      </w:r>
      <w:r w:rsidR="00375029">
        <w:t xml:space="preserve"> </w:t>
      </w:r>
      <w:r>
        <w:t xml:space="preserve">EN </w:t>
      </w:r>
      <w:r w:rsidR="002E72C3">
        <w:t>i+Porc</w:t>
      </w:r>
    </w:p>
    <w:bookmarkEnd w:id="0"/>
    <w:p w14:paraId="6442FCF0" w14:textId="58EA39BE" w:rsidR="004946D8" w:rsidRDefault="004946D8" w:rsidP="006707F9"/>
    <w:p w14:paraId="77BC3B11" w14:textId="77777777" w:rsidR="006707F9" w:rsidRDefault="006707F9" w:rsidP="006707F9"/>
    <w:p w14:paraId="71154E4C" w14:textId="336329D9" w:rsidR="00174399" w:rsidRDefault="00174399" w:rsidP="00174399">
      <w:r>
        <w:t>D./Dña. ___________________________________________</w:t>
      </w:r>
      <w:r w:rsidR="00BD413B">
        <w:t>__</w:t>
      </w:r>
      <w:r>
        <w:t xml:space="preserve">____________, con DNI ___________________, </w:t>
      </w:r>
      <w:r w:rsidR="00CF0557">
        <w:t>en calidad de _________________ y representado a la empresa</w:t>
      </w:r>
      <w:r>
        <w:t xml:space="preserve"> ________________________</w:t>
      </w:r>
      <w:r w:rsidR="007E5A4E">
        <w:t>____</w:t>
      </w:r>
      <w:r>
        <w:t xml:space="preserve">______, con CIF ___________________ y domicilio en </w:t>
      </w:r>
      <w:r w:rsidR="00BD413B">
        <w:t>______________________________________________________</w:t>
      </w:r>
    </w:p>
    <w:p w14:paraId="48DEE8BD" w14:textId="7D5370A7" w:rsidR="00174399" w:rsidRDefault="00174399" w:rsidP="00174399"/>
    <w:p w14:paraId="0515A68A" w14:textId="77777777" w:rsidR="00977D38" w:rsidRDefault="00977D38" w:rsidP="00174399"/>
    <w:p w14:paraId="60CCFB13" w14:textId="63528DC3" w:rsidR="00174399" w:rsidRPr="00174399" w:rsidRDefault="00174399" w:rsidP="00174399">
      <w:pPr>
        <w:jc w:val="center"/>
        <w:rPr>
          <w:b/>
          <w:bCs/>
        </w:rPr>
      </w:pPr>
      <w:r w:rsidRPr="00174399">
        <w:rPr>
          <w:b/>
          <w:bCs/>
        </w:rPr>
        <w:t>CERTIFICA</w:t>
      </w:r>
    </w:p>
    <w:p w14:paraId="5841E929" w14:textId="77777777" w:rsidR="00174399" w:rsidRDefault="00174399" w:rsidP="00174399"/>
    <w:p w14:paraId="34757B12" w14:textId="6BDC1DA7" w:rsidR="00BD413B" w:rsidRDefault="00174399" w:rsidP="00174399">
      <w:r>
        <w:t xml:space="preserve">Que </w:t>
      </w:r>
      <w:r w:rsidR="00CF0557">
        <w:t>s</w:t>
      </w:r>
      <w:r w:rsidR="00BD413B">
        <w:t>e acuerda delegar en D./Dña. ___________</w:t>
      </w:r>
      <w:r w:rsidR="00DF7E1B">
        <w:t>___</w:t>
      </w:r>
      <w:r w:rsidR="00BD413B">
        <w:t>___________</w:t>
      </w:r>
      <w:r w:rsidR="00A84074">
        <w:t>____</w:t>
      </w:r>
      <w:r w:rsidR="00BD413B">
        <w:t>__________________</w:t>
      </w:r>
      <w:r w:rsidR="00A84074">
        <w:t>_____</w:t>
      </w:r>
      <w:r w:rsidR="00BD413B">
        <w:t>_______, con DNI __________________</w:t>
      </w:r>
      <w:r w:rsidR="00DF7E1B">
        <w:t>,</w:t>
      </w:r>
      <w:r w:rsidR="00BD413B">
        <w:t xml:space="preserve"> para</w:t>
      </w:r>
      <w:r w:rsidR="00FF1EAF">
        <w:t xml:space="preserve">, </w:t>
      </w:r>
      <w:r w:rsidR="00BD413B">
        <w:t>en nombre y representación de _____</w:t>
      </w:r>
      <w:r w:rsidR="00DF7E1B">
        <w:t>_</w:t>
      </w:r>
      <w:r w:rsidR="00BD413B">
        <w:t>________________</w:t>
      </w:r>
      <w:r w:rsidR="00FF1EAF">
        <w:t>_______, ejercer las siguientes facultades:</w:t>
      </w:r>
    </w:p>
    <w:p w14:paraId="7EBF33D9" w14:textId="77777777" w:rsidR="00174399" w:rsidRDefault="00174399" w:rsidP="00174399"/>
    <w:p w14:paraId="08350F8F" w14:textId="761815BF" w:rsidR="00174399" w:rsidRDefault="00174399" w:rsidP="006A6959">
      <w:pPr>
        <w:pStyle w:val="Prrafodelista"/>
        <w:numPr>
          <w:ilvl w:val="0"/>
          <w:numId w:val="21"/>
        </w:numPr>
      </w:pPr>
      <w:r>
        <w:t>Solicitar la adhesión a la asociación Cl</w:t>
      </w:r>
      <w:r w:rsidR="007E5A4E">
        <w:t>ú</w:t>
      </w:r>
      <w:r>
        <w:t xml:space="preserve">ster Español de Productores de Ganado Porcino, pudiendo en consecuencia llevar a cabo y ejecutar todo procedimiento constitutivo hasta la obtención de la </w:t>
      </w:r>
      <w:r w:rsidR="00B136D7">
        <w:t>condición de socio de número de la mencionada asociación e incluyendo, sin limitación alguna, todos aquellos actos y trámites anteriores, coetáneos o posteriores que sean necesarios, convenientes o aconsejables a los fines indicados y en general, suscribir cuantos documentos públicos y privados sean necesarios y convenientes para la completa y eficaz obtención de la condición de socio de número, incluidas las subsanaciones o correcciones pertinentes.</w:t>
      </w:r>
    </w:p>
    <w:p w14:paraId="3606EE85" w14:textId="77777777" w:rsidR="007E5A4E" w:rsidRDefault="007E5A4E" w:rsidP="007E5A4E">
      <w:pPr>
        <w:pStyle w:val="Prrafodelista"/>
      </w:pPr>
    </w:p>
    <w:p w14:paraId="76A2A103" w14:textId="42F935D7" w:rsidR="00174399" w:rsidRDefault="00174399" w:rsidP="007E5A4E">
      <w:pPr>
        <w:pStyle w:val="Prrafodelista"/>
        <w:numPr>
          <w:ilvl w:val="0"/>
          <w:numId w:val="21"/>
        </w:numPr>
      </w:pPr>
      <w:r>
        <w:t>Se entienden incluidas todas aquellas facultades, aunque estuvieran expresamente determinadas, que sean necesarias y convenientes para la definitiva y completa ejecución de la operación señalada.</w:t>
      </w:r>
    </w:p>
    <w:p w14:paraId="45B9F86B" w14:textId="77777777" w:rsidR="007E5A4E" w:rsidRDefault="007E5A4E" w:rsidP="007E5A4E">
      <w:pPr>
        <w:pStyle w:val="Prrafodelista"/>
      </w:pPr>
    </w:p>
    <w:p w14:paraId="230C473C" w14:textId="4A385039" w:rsidR="00223D15" w:rsidRDefault="00174399" w:rsidP="00E663E4">
      <w:pPr>
        <w:pStyle w:val="Prrafodelista"/>
        <w:numPr>
          <w:ilvl w:val="0"/>
          <w:numId w:val="21"/>
        </w:numPr>
      </w:pPr>
      <w:r>
        <w:t xml:space="preserve">Representar a </w:t>
      </w:r>
      <w:r w:rsidR="00CF0557">
        <w:t>la entidad</w:t>
      </w:r>
      <w:r>
        <w:t xml:space="preserve"> en todos los actos de la asociación</w:t>
      </w:r>
      <w:r w:rsidR="00B40C59">
        <w:t xml:space="preserve">, </w:t>
      </w:r>
      <w:r w:rsidR="00B136D7">
        <w:t xml:space="preserve">incluyendo la celebración de todas cuantas </w:t>
      </w:r>
      <w:r w:rsidR="00B40C59">
        <w:t>Asambleas Generales</w:t>
      </w:r>
      <w:r w:rsidR="00B136D7">
        <w:t xml:space="preserve"> sean necesarias, celebradas e incluso con carácter de universales, designar y aceptar cargos en la Junta Directiva y Comité Ejecutivo, así como elegir a las personas que los integren, si procede, por el plazo que señalen los Estatutos, suscribiendo las actas de dichas Juntas y órganos, en su caso.</w:t>
      </w:r>
    </w:p>
    <w:p w14:paraId="6D6A706C" w14:textId="77777777" w:rsidR="00B40C59" w:rsidRDefault="00B40C59" w:rsidP="00B40C59">
      <w:pPr>
        <w:pStyle w:val="Prrafodelista"/>
      </w:pPr>
    </w:p>
    <w:p w14:paraId="325A2282" w14:textId="0AFB5A86" w:rsidR="00B40C59" w:rsidRDefault="00B40C59" w:rsidP="00590EFC">
      <w:pPr>
        <w:pStyle w:val="Prrafodelista"/>
        <w:numPr>
          <w:ilvl w:val="0"/>
          <w:numId w:val="21"/>
        </w:numPr>
      </w:pPr>
      <w:r>
        <w:t>La presente delegación de facultades contará expresamente con validez aun en los casos de representación múltiple de intereses contrapuestos, o autocontratación.</w:t>
      </w:r>
    </w:p>
    <w:p w14:paraId="67CC78A8" w14:textId="77777777" w:rsidR="00B40C59" w:rsidRDefault="00B40C59" w:rsidP="00B40C59">
      <w:pPr>
        <w:pStyle w:val="Prrafodelista"/>
      </w:pPr>
    </w:p>
    <w:p w14:paraId="35D594C2" w14:textId="6EFF6AAB" w:rsidR="00B40C59" w:rsidRDefault="00B40C59" w:rsidP="00F208A1">
      <w:pPr>
        <w:pStyle w:val="Prrafodelista"/>
        <w:numPr>
          <w:ilvl w:val="0"/>
          <w:numId w:val="21"/>
        </w:numPr>
      </w:pPr>
      <w:r>
        <w:t>En general, representar a la entidad y otorgar, requerir y firmar todo lo que se revele necesario, adecuado o conveniente a los fines arriba indicados, incluyendo las escrituras públicas de rectificación, subsanación o aclaración que resultaran necesarias y de manera general, cuantos documentos públicos o privados requiera el ejercicio de dichas facultades.</w:t>
      </w:r>
    </w:p>
    <w:p w14:paraId="29159B98" w14:textId="77777777" w:rsidR="00223D15" w:rsidRDefault="00223D15" w:rsidP="00223D15">
      <w:pPr>
        <w:pStyle w:val="Prrafodelista"/>
      </w:pPr>
    </w:p>
    <w:p w14:paraId="33FE85F2" w14:textId="7424CBA4" w:rsidR="006707F9" w:rsidRDefault="006707F9" w:rsidP="00223D15"/>
    <w:p w14:paraId="46657499" w14:textId="4FE1FF3C" w:rsidR="006707F9" w:rsidRDefault="006707F9" w:rsidP="00223D15"/>
    <w:p w14:paraId="3D36E9B3" w14:textId="5B930A60" w:rsidR="006707F9" w:rsidRDefault="006707F9" w:rsidP="006707F9">
      <w:r>
        <w:t>Y para que conste y surta los efectos oportunos, se expide la presente certificación en</w:t>
      </w:r>
      <w:r w:rsidR="00A67702">
        <w:t xml:space="preserve"> </w:t>
      </w:r>
      <w:r>
        <w:t>__</w:t>
      </w:r>
      <w:r w:rsidR="00A67702">
        <w:t>________</w:t>
      </w:r>
      <w:r w:rsidR="00B40C59">
        <w:t>___</w:t>
      </w:r>
      <w:r w:rsidR="00A67702">
        <w:t>______________</w:t>
      </w:r>
      <w:r>
        <w:t>_</w:t>
      </w:r>
      <w:r w:rsidR="00A67702">
        <w:t xml:space="preserve">, </w:t>
      </w:r>
      <w:r>
        <w:t xml:space="preserve">a </w:t>
      </w:r>
      <w:r w:rsidR="00A67702">
        <w:t>____</w:t>
      </w:r>
      <w:r>
        <w:t xml:space="preserve"> </w:t>
      </w:r>
      <w:proofErr w:type="spellStart"/>
      <w:r>
        <w:t>de</w:t>
      </w:r>
      <w:proofErr w:type="spellEnd"/>
      <w:r>
        <w:t xml:space="preserve"> </w:t>
      </w:r>
      <w:r w:rsidR="00A67702">
        <w:t>__</w:t>
      </w:r>
      <w:r w:rsidR="00784922">
        <w:t>__________</w:t>
      </w:r>
      <w:r w:rsidR="00A67702">
        <w:t>__</w:t>
      </w:r>
      <w:r>
        <w:t xml:space="preserve"> </w:t>
      </w:r>
      <w:proofErr w:type="spellStart"/>
      <w:r>
        <w:t>de</w:t>
      </w:r>
      <w:proofErr w:type="spellEnd"/>
      <w:r>
        <w:t xml:space="preserve"> </w:t>
      </w:r>
      <w:r w:rsidR="00A67702">
        <w:t>20__</w:t>
      </w:r>
      <w:r w:rsidR="00174399">
        <w:t>__</w:t>
      </w:r>
      <w:r w:rsidR="00A67702">
        <w:t>__</w:t>
      </w:r>
      <w:r>
        <w:t>.</w:t>
      </w:r>
    </w:p>
    <w:p w14:paraId="7EB042E1" w14:textId="77777777" w:rsidR="006707F9" w:rsidRDefault="006707F9" w:rsidP="006707F9"/>
    <w:p w14:paraId="4B029D2F" w14:textId="77777777" w:rsidR="006707F9" w:rsidRDefault="006707F9" w:rsidP="006707F9"/>
    <w:p w14:paraId="4BFBB884" w14:textId="77777777" w:rsidR="00223D15" w:rsidRDefault="00223D15" w:rsidP="006707F9"/>
    <w:p w14:paraId="1C4F22A6" w14:textId="4387597B" w:rsidR="006707F9" w:rsidRDefault="006707F9" w:rsidP="006707F9">
      <w:r>
        <w:t>Fdo.: D.</w:t>
      </w:r>
      <w:r w:rsidR="00A67702">
        <w:t>/Dña.</w:t>
      </w:r>
    </w:p>
    <w:p w14:paraId="22F0F6C6" w14:textId="77777777" w:rsidR="006707F9" w:rsidRDefault="006707F9" w:rsidP="006707F9"/>
    <w:p w14:paraId="1137D3D0" w14:textId="77777777" w:rsidR="006707F9" w:rsidRDefault="006707F9" w:rsidP="006707F9"/>
    <w:p w14:paraId="07331E6E" w14:textId="3C4342D2" w:rsidR="0000436B" w:rsidRDefault="006707F9" w:rsidP="006707F9">
      <w:r>
        <w:t>_________________________________________________</w:t>
      </w:r>
    </w:p>
    <w:p w14:paraId="6F779DC8" w14:textId="77777777" w:rsidR="006131F8" w:rsidRDefault="006131F8" w:rsidP="006131F8"/>
    <w:p w14:paraId="13F742FA" w14:textId="77777777" w:rsidR="00223D15" w:rsidRDefault="00223D15" w:rsidP="006131F8"/>
    <w:p w14:paraId="4A5055EA" w14:textId="77777777" w:rsidR="00223D15" w:rsidRDefault="00223D15" w:rsidP="006131F8"/>
    <w:p w14:paraId="7B6749CD" w14:textId="57BD1375" w:rsidR="006131F8" w:rsidRPr="001E06FE" w:rsidRDefault="006131F8" w:rsidP="006707F9">
      <w:pPr>
        <w:rPr>
          <w:i/>
          <w:iCs/>
        </w:rPr>
      </w:pPr>
      <w:r>
        <w:rPr>
          <w:i/>
          <w:iCs/>
        </w:rPr>
        <w:t xml:space="preserve">Nota: Presentar este documento junto a una </w:t>
      </w:r>
      <w:r w:rsidRPr="002E05B7">
        <w:rPr>
          <w:b/>
          <w:bCs/>
          <w:i/>
          <w:iCs/>
        </w:rPr>
        <w:t>copia del DNI</w:t>
      </w:r>
      <w:r>
        <w:rPr>
          <w:i/>
          <w:iCs/>
        </w:rPr>
        <w:t xml:space="preserve"> de la persona que actuará como representante de la entidad en el Clúster Español de Productores de Ganado Porcino </w:t>
      </w:r>
    </w:p>
    <w:sectPr w:rsidR="006131F8" w:rsidRPr="001E06FE" w:rsidSect="002652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D9876" w14:textId="77777777" w:rsidR="006707F9" w:rsidRDefault="006707F9" w:rsidP="005A113F">
      <w:r>
        <w:separator/>
      </w:r>
    </w:p>
    <w:p w14:paraId="2A5EB971" w14:textId="77777777" w:rsidR="006707F9" w:rsidRDefault="006707F9" w:rsidP="005A113F"/>
  </w:endnote>
  <w:endnote w:type="continuationSeparator" w:id="0">
    <w:p w14:paraId="15DC5C98" w14:textId="77777777" w:rsidR="006707F9" w:rsidRDefault="006707F9" w:rsidP="005A113F">
      <w:r>
        <w:continuationSeparator/>
      </w:r>
    </w:p>
    <w:p w14:paraId="41D90378" w14:textId="77777777" w:rsidR="006707F9" w:rsidRDefault="006707F9" w:rsidP="005A1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230F" w14:textId="77777777" w:rsidR="004946D8" w:rsidRDefault="00DA5BA0" w:rsidP="00A3505E">
    <w:pPr>
      <w:pStyle w:val="Piedepgina"/>
    </w:pPr>
    <w:sdt>
      <w:sdtPr>
        <w:id w:val="969400743"/>
        <w:temporary/>
        <w:showingPlcHdr/>
      </w:sdtPr>
      <w:sdtEndPr/>
      <w:sdtContent>
        <w:r w:rsidR="004946D8">
          <w:t>[Escriba texto]</w:t>
        </w:r>
      </w:sdtContent>
    </w:sdt>
    <w:r w:rsidR="004946D8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4946D8">
          <w:t>[Escriba texto]</w:t>
        </w:r>
      </w:sdtContent>
    </w:sdt>
    <w:r w:rsidR="004946D8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4946D8">
          <w:t>[Escriba texto]</w:t>
        </w:r>
      </w:sdtContent>
    </w:sdt>
  </w:p>
  <w:p w14:paraId="70A9DE99" w14:textId="77777777" w:rsidR="005123E5" w:rsidRDefault="005123E5" w:rsidP="005A113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EBA2B" w14:textId="77777777" w:rsidR="005A113F" w:rsidRDefault="005A113F" w:rsidP="00A3505E">
    <w:pPr>
      <w:pStyle w:val="Piedepgina"/>
    </w:pPr>
    <w:r w:rsidRPr="005A113F">
      <w:rPr>
        <w:noProof/>
      </w:rPr>
      <w:drawing>
        <wp:anchor distT="0" distB="0" distL="114300" distR="114300" simplePos="0" relativeHeight="251664896" behindDoc="1" locked="0" layoutInCell="1" allowOverlap="1" wp14:anchorId="7D85F046" wp14:editId="7628949A">
          <wp:simplePos x="0" y="0"/>
          <wp:positionH relativeFrom="column">
            <wp:posOffset>-1080135</wp:posOffset>
          </wp:positionH>
          <wp:positionV relativeFrom="paragraph">
            <wp:posOffset>-2817817</wp:posOffset>
          </wp:positionV>
          <wp:extent cx="8125200" cy="3704400"/>
          <wp:effectExtent l="0" t="0" r="0" b="0"/>
          <wp:wrapNone/>
          <wp:docPr id="3" name="Imagen 1" descr="Macintosh HD:Users:user:Downloads:MARCA AGUA HOJA i+POR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ser:Downloads:MARCA AGUA HOJA i+POR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5200" cy="370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28D3A5" w14:textId="79CA3599" w:rsidR="004946D8" w:rsidRPr="0078296C" w:rsidRDefault="000C7853" w:rsidP="000C7853">
    <w:pPr>
      <w:pStyle w:val="Piedepgina"/>
      <w:tabs>
        <w:tab w:val="center" w:pos="4348"/>
        <w:tab w:val="left" w:pos="7802"/>
      </w:tabs>
      <w:jc w:val="left"/>
      <w:rPr>
        <w:sz w:val="18"/>
        <w:szCs w:val="18"/>
      </w:rPr>
    </w:pPr>
    <w:r>
      <w:rPr>
        <w:sz w:val="18"/>
        <w:szCs w:val="18"/>
      </w:rPr>
      <w:tab/>
    </w:r>
    <w:r w:rsidR="00231CF0" w:rsidRPr="0078296C">
      <w:rPr>
        <w:sz w:val="18"/>
        <w:szCs w:val="18"/>
      </w:rPr>
      <w:t xml:space="preserve">Pág. </w:t>
    </w:r>
    <w:r w:rsidR="00231CF0" w:rsidRPr="0078296C">
      <w:rPr>
        <w:sz w:val="18"/>
        <w:szCs w:val="18"/>
      </w:rPr>
      <w:fldChar w:fldCharType="begin"/>
    </w:r>
    <w:r w:rsidR="00231CF0" w:rsidRPr="0078296C">
      <w:rPr>
        <w:sz w:val="18"/>
        <w:szCs w:val="18"/>
      </w:rPr>
      <w:instrText>PAGE   \* MERGEFORMAT</w:instrText>
    </w:r>
    <w:r w:rsidR="00231CF0" w:rsidRPr="0078296C">
      <w:rPr>
        <w:sz w:val="18"/>
        <w:szCs w:val="18"/>
      </w:rPr>
      <w:fldChar w:fldCharType="separate"/>
    </w:r>
    <w:r w:rsidR="00231CF0" w:rsidRPr="0078296C">
      <w:rPr>
        <w:sz w:val="18"/>
        <w:szCs w:val="18"/>
      </w:rPr>
      <w:t>1</w:t>
    </w:r>
    <w:r w:rsidR="00231CF0" w:rsidRPr="0078296C">
      <w:rPr>
        <w:sz w:val="18"/>
        <w:szCs w:val="18"/>
      </w:rPr>
      <w:fldChar w:fldCharType="end"/>
    </w:r>
    <w:r w:rsidR="00231CF0" w:rsidRPr="0078296C">
      <w:rPr>
        <w:sz w:val="18"/>
        <w:szCs w:val="18"/>
      </w:rPr>
      <w:t xml:space="preserve"> de </w:t>
    </w:r>
    <w:r w:rsidR="00231CF0" w:rsidRPr="0078296C">
      <w:rPr>
        <w:sz w:val="18"/>
        <w:szCs w:val="18"/>
      </w:rPr>
      <w:fldChar w:fldCharType="begin"/>
    </w:r>
    <w:r w:rsidR="00231CF0" w:rsidRPr="0078296C">
      <w:rPr>
        <w:sz w:val="18"/>
        <w:szCs w:val="18"/>
      </w:rPr>
      <w:instrText>NUMPAGES</w:instrText>
    </w:r>
    <w:r w:rsidR="00231CF0" w:rsidRPr="0078296C">
      <w:rPr>
        <w:sz w:val="18"/>
        <w:szCs w:val="18"/>
      </w:rPr>
      <w:fldChar w:fldCharType="separate"/>
    </w:r>
    <w:r w:rsidR="00231CF0" w:rsidRPr="0078296C">
      <w:rPr>
        <w:sz w:val="18"/>
        <w:szCs w:val="18"/>
      </w:rPr>
      <w:t>13</w:t>
    </w:r>
    <w:r w:rsidR="00231CF0" w:rsidRPr="0078296C">
      <w:rPr>
        <w:sz w:val="18"/>
        <w:szCs w:val="18"/>
      </w:rPr>
      <w:fldChar w:fldCharType="end"/>
    </w:r>
    <w:r>
      <w:rPr>
        <w:sz w:val="18"/>
        <w:szCs w:val="18"/>
      </w:rPr>
      <w:tab/>
    </w:r>
  </w:p>
  <w:p w14:paraId="6C4C3A7A" w14:textId="77777777" w:rsidR="005123E5" w:rsidRDefault="005123E5" w:rsidP="005A11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311B1" w14:textId="77777777" w:rsidR="006707F9" w:rsidRDefault="006707F9" w:rsidP="005A113F">
      <w:pPr>
        <w:rPr>
          <w:color w:val="93A5AD"/>
        </w:rPr>
      </w:pPr>
    </w:p>
    <w:p w14:paraId="0F6A81D4" w14:textId="77777777" w:rsidR="006707F9" w:rsidRPr="00B45F16" w:rsidRDefault="006707F9" w:rsidP="005A113F">
      <w:pPr>
        <w:rPr>
          <w:color w:val="93A5AD"/>
        </w:rPr>
      </w:pPr>
      <w:r w:rsidRPr="00B45F16">
        <w:rPr>
          <w:color w:val="93A5AD"/>
        </w:rPr>
        <w:separator/>
      </w:r>
    </w:p>
  </w:footnote>
  <w:footnote w:type="continuationSeparator" w:id="0">
    <w:p w14:paraId="11047CA7" w14:textId="77777777" w:rsidR="006707F9" w:rsidRDefault="006707F9" w:rsidP="005A113F">
      <w:r>
        <w:continuationSeparator/>
      </w:r>
    </w:p>
    <w:p w14:paraId="742ECEAF" w14:textId="77777777" w:rsidR="006707F9" w:rsidRDefault="006707F9" w:rsidP="005A11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FEEA6" w14:textId="77777777" w:rsidR="004946D8" w:rsidRDefault="00DA5BA0" w:rsidP="005A113F">
    <w:pPr>
      <w:pStyle w:val="Encabezado"/>
    </w:pPr>
    <w:r>
      <w:rPr>
        <w:noProof/>
      </w:rPr>
      <w:pict w14:anchorId="3C08D4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left:0;text-align:left;margin-left:0;margin-top:0;width:424.05pt;height:193.05pt;z-index:-251656192;mso-wrap-edited:f;mso-position-horizontal:center;mso-position-horizontal-relative:margin;mso-position-vertical:center;mso-position-vertical-relative:margin" wrapcoords="-38 0 -38 21431 21600 21431 21600 0 -38 0">
          <v:imagedata r:id="rId1" o:title="MARCA AGUA HOJA i+PORC" gain="19661f" blacklevel="22938f"/>
          <w10:wrap anchorx="margin" anchory="margin"/>
        </v:shape>
      </w:pict>
    </w:r>
  </w:p>
  <w:p w14:paraId="02D31AF1" w14:textId="77777777" w:rsidR="005123E5" w:rsidRDefault="005123E5" w:rsidP="005A11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49BDF" w14:textId="77777777" w:rsidR="004946D8" w:rsidRDefault="00DA5BA0" w:rsidP="005A113F">
    <w:pPr>
      <w:pStyle w:val="Encabezado"/>
    </w:pPr>
    <w:r>
      <w:rPr>
        <w:noProof/>
      </w:rPr>
      <w:pict w14:anchorId="39DDF3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left:0;text-align:left;margin-left:-23.6pt;margin-top:94.85pt;width:424.05pt;height:193.05pt;z-index:-251657216;mso-wrap-edited:f;mso-position-horizontal-relative:margin;mso-position-vertical-relative:margin" wrapcoords="-38 0 -38 21431 21600 21431 21600 0 -38 0">
          <v:imagedata r:id="rId1" o:title="MARCA AGUA HOJA i+PORC" gain="19661f" blacklevel="22938f"/>
          <w10:wrap anchorx="margin" anchory="margin"/>
        </v:shape>
      </w:pict>
    </w:r>
    <w:r w:rsidR="004946D8">
      <w:rPr>
        <w:noProof/>
      </w:rPr>
      <w:drawing>
        <wp:anchor distT="0" distB="0" distL="114300" distR="114300" simplePos="0" relativeHeight="251652608" behindDoc="0" locked="0" layoutInCell="1" allowOverlap="1" wp14:anchorId="12E289F0" wp14:editId="17D26553">
          <wp:simplePos x="0" y="0"/>
          <wp:positionH relativeFrom="column">
            <wp:posOffset>-1076325</wp:posOffset>
          </wp:positionH>
          <wp:positionV relativeFrom="paragraph">
            <wp:posOffset>-448310</wp:posOffset>
          </wp:positionV>
          <wp:extent cx="7564755" cy="1854200"/>
          <wp:effectExtent l="0" t="0" r="4445" b="0"/>
          <wp:wrapThrough wrapText="bothSides">
            <wp:wrapPolygon edited="0">
              <wp:start x="0" y="0"/>
              <wp:lineTo x="0" y="21304"/>
              <wp:lineTo x="21540" y="21304"/>
              <wp:lineTo x="2154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PERIOR HOJA i+PORC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755" cy="185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0C8205" w14:textId="77777777" w:rsidR="005123E5" w:rsidRDefault="005123E5" w:rsidP="005A113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B47E" w14:textId="77777777" w:rsidR="004946D8" w:rsidRDefault="00DA5BA0" w:rsidP="005A113F">
    <w:pPr>
      <w:pStyle w:val="Encabezado"/>
    </w:pPr>
    <w:r>
      <w:rPr>
        <w:noProof/>
      </w:rPr>
      <w:pict w14:anchorId="6E80FE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left:0;text-align:left;margin-left:0;margin-top:0;width:424.05pt;height:193.05pt;z-index:-251655168;mso-wrap-edited:f;mso-position-horizontal:center;mso-position-horizontal-relative:margin;mso-position-vertical:center;mso-position-vertical-relative:margin" wrapcoords="-38 0 -38 21431 21600 21431 21600 0 -38 0">
          <v:imagedata r:id="rId1" o:title="MARCA AGUA HOJA i+PORC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008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7291C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1008A"/>
    <w:multiLevelType w:val="hybridMultilevel"/>
    <w:tmpl w:val="B31E3C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451BB"/>
    <w:multiLevelType w:val="hybridMultilevel"/>
    <w:tmpl w:val="B31E3C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77B43"/>
    <w:multiLevelType w:val="hybridMultilevel"/>
    <w:tmpl w:val="B31E3C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27C44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138A7"/>
    <w:multiLevelType w:val="hybridMultilevel"/>
    <w:tmpl w:val="1EDE79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F2BC7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F4476"/>
    <w:multiLevelType w:val="hybridMultilevel"/>
    <w:tmpl w:val="B31E3C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36366"/>
    <w:multiLevelType w:val="multilevel"/>
    <w:tmpl w:val="867256B2"/>
    <w:styleLink w:val="AST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E19819"/>
        <w:sz w:val="24"/>
        <w:szCs w:val="24"/>
      </w:r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2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1.3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D192B56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A022A"/>
    <w:multiLevelType w:val="hybridMultilevel"/>
    <w:tmpl w:val="803C0D3A"/>
    <w:lvl w:ilvl="0" w:tplc="0C0A0019">
      <w:start w:val="1"/>
      <w:numFmt w:val="lowerLetter"/>
      <w:lvlText w:val="%1."/>
      <w:lvlJc w:val="left"/>
      <w:pPr>
        <w:ind w:left="1146" w:hanging="360"/>
      </w:pPr>
    </w:lvl>
    <w:lvl w:ilvl="1" w:tplc="0C0A0019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A276D26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0090C"/>
    <w:multiLevelType w:val="hybridMultilevel"/>
    <w:tmpl w:val="AC48CE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83CDD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2F1857"/>
    <w:multiLevelType w:val="hybridMultilevel"/>
    <w:tmpl w:val="DC8EB49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6627BB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37D2D"/>
    <w:multiLevelType w:val="multilevel"/>
    <w:tmpl w:val="0C0A001D"/>
    <w:styleLink w:val="AST-Listados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color w:val="F0B326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1F93AB0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C0B5C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ACF"/>
    <w:multiLevelType w:val="hybridMultilevel"/>
    <w:tmpl w:val="AC48C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AD6B1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745466">
    <w:abstractNumId w:val="9"/>
  </w:num>
  <w:num w:numId="2" w16cid:durableId="232668629">
    <w:abstractNumId w:val="17"/>
  </w:num>
  <w:num w:numId="3" w16cid:durableId="1624581823">
    <w:abstractNumId w:val="4"/>
  </w:num>
  <w:num w:numId="4" w16cid:durableId="1108892504">
    <w:abstractNumId w:val="3"/>
  </w:num>
  <w:num w:numId="5" w16cid:durableId="916784651">
    <w:abstractNumId w:val="2"/>
  </w:num>
  <w:num w:numId="6" w16cid:durableId="741751871">
    <w:abstractNumId w:val="8"/>
  </w:num>
  <w:num w:numId="7" w16cid:durableId="1998605086">
    <w:abstractNumId w:val="5"/>
  </w:num>
  <w:num w:numId="8" w16cid:durableId="416366570">
    <w:abstractNumId w:val="11"/>
  </w:num>
  <w:num w:numId="9" w16cid:durableId="1454009931">
    <w:abstractNumId w:val="20"/>
  </w:num>
  <w:num w:numId="10" w16cid:durableId="1279945544">
    <w:abstractNumId w:val="12"/>
  </w:num>
  <w:num w:numId="11" w16cid:durableId="157232694">
    <w:abstractNumId w:val="16"/>
  </w:num>
  <w:num w:numId="12" w16cid:durableId="1759865052">
    <w:abstractNumId w:val="1"/>
  </w:num>
  <w:num w:numId="13" w16cid:durableId="746727145">
    <w:abstractNumId w:val="19"/>
  </w:num>
  <w:num w:numId="14" w16cid:durableId="1631864994">
    <w:abstractNumId w:val="10"/>
  </w:num>
  <w:num w:numId="15" w16cid:durableId="1193807854">
    <w:abstractNumId w:val="7"/>
  </w:num>
  <w:num w:numId="16" w16cid:durableId="731198747">
    <w:abstractNumId w:val="14"/>
  </w:num>
  <w:num w:numId="17" w16cid:durableId="1102645645">
    <w:abstractNumId w:val="18"/>
  </w:num>
  <w:num w:numId="18" w16cid:durableId="1881284333">
    <w:abstractNumId w:val="0"/>
  </w:num>
  <w:num w:numId="19" w16cid:durableId="1793085537">
    <w:abstractNumId w:val="13"/>
  </w:num>
  <w:num w:numId="20" w16cid:durableId="222789385">
    <w:abstractNumId w:val="15"/>
  </w:num>
  <w:num w:numId="21" w16cid:durableId="10820671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7F9"/>
    <w:rsid w:val="00001BA4"/>
    <w:rsid w:val="0000436B"/>
    <w:rsid w:val="000100B0"/>
    <w:rsid w:val="00037842"/>
    <w:rsid w:val="00041C48"/>
    <w:rsid w:val="000C7853"/>
    <w:rsid w:val="000D05E5"/>
    <w:rsid w:val="000E6902"/>
    <w:rsid w:val="00107384"/>
    <w:rsid w:val="00142785"/>
    <w:rsid w:val="00174399"/>
    <w:rsid w:val="001964DE"/>
    <w:rsid w:val="001E06FE"/>
    <w:rsid w:val="00217484"/>
    <w:rsid w:val="00223D15"/>
    <w:rsid w:val="00231CF0"/>
    <w:rsid w:val="0026523D"/>
    <w:rsid w:val="002833F8"/>
    <w:rsid w:val="00292EBF"/>
    <w:rsid w:val="002A3D8D"/>
    <w:rsid w:val="002E05B7"/>
    <w:rsid w:val="002E72C3"/>
    <w:rsid w:val="00346140"/>
    <w:rsid w:val="00375029"/>
    <w:rsid w:val="00375B63"/>
    <w:rsid w:val="003F1E5E"/>
    <w:rsid w:val="00470B9C"/>
    <w:rsid w:val="004946D8"/>
    <w:rsid w:val="004C7B00"/>
    <w:rsid w:val="005123E5"/>
    <w:rsid w:val="005407EE"/>
    <w:rsid w:val="00542E12"/>
    <w:rsid w:val="00576263"/>
    <w:rsid w:val="00587A89"/>
    <w:rsid w:val="005A113F"/>
    <w:rsid w:val="006131F8"/>
    <w:rsid w:val="00644326"/>
    <w:rsid w:val="006707F9"/>
    <w:rsid w:val="006A2C81"/>
    <w:rsid w:val="0078296C"/>
    <w:rsid w:val="00784922"/>
    <w:rsid w:val="007C211C"/>
    <w:rsid w:val="007E5A4E"/>
    <w:rsid w:val="007F37D1"/>
    <w:rsid w:val="00843D2C"/>
    <w:rsid w:val="008D3794"/>
    <w:rsid w:val="00902734"/>
    <w:rsid w:val="0092180F"/>
    <w:rsid w:val="00977D38"/>
    <w:rsid w:val="009B7F52"/>
    <w:rsid w:val="009D0BBE"/>
    <w:rsid w:val="009F6256"/>
    <w:rsid w:val="00A0040C"/>
    <w:rsid w:val="00A3505E"/>
    <w:rsid w:val="00A4396C"/>
    <w:rsid w:val="00A67702"/>
    <w:rsid w:val="00A84074"/>
    <w:rsid w:val="00AB228E"/>
    <w:rsid w:val="00AC4880"/>
    <w:rsid w:val="00AF750C"/>
    <w:rsid w:val="00B03FED"/>
    <w:rsid w:val="00B136D7"/>
    <w:rsid w:val="00B37130"/>
    <w:rsid w:val="00B40C59"/>
    <w:rsid w:val="00B45F16"/>
    <w:rsid w:val="00BD413B"/>
    <w:rsid w:val="00C153AD"/>
    <w:rsid w:val="00CF0557"/>
    <w:rsid w:val="00D0134D"/>
    <w:rsid w:val="00D85F49"/>
    <w:rsid w:val="00DA5BA0"/>
    <w:rsid w:val="00DC4E7B"/>
    <w:rsid w:val="00DF2D90"/>
    <w:rsid w:val="00DF7E1B"/>
    <w:rsid w:val="00E00505"/>
    <w:rsid w:val="00E1576F"/>
    <w:rsid w:val="00E21CDF"/>
    <w:rsid w:val="00ED1912"/>
    <w:rsid w:val="00F05DBD"/>
    <w:rsid w:val="00F51EA9"/>
    <w:rsid w:val="00FF1EAF"/>
    <w:rsid w:val="00FF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E08656"/>
  <w14:defaultImageDpi w14:val="300"/>
  <w15:docId w15:val="{F953F7BC-6A28-41DD-A4A6-7D5B0FB3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13F"/>
    <w:pPr>
      <w:widowControl w:val="0"/>
      <w:autoSpaceDE w:val="0"/>
      <w:autoSpaceDN w:val="0"/>
      <w:adjustRightInd w:val="0"/>
      <w:ind w:right="-198"/>
      <w:jc w:val="both"/>
    </w:pPr>
    <w:rPr>
      <w:rFonts w:ascii="Open Sans" w:hAnsi="Open Sans" w:cs="Cambria"/>
      <w:sz w:val="20"/>
      <w:szCs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A3D8D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A3D8D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43D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93A5AD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AST">
    <w:name w:val="AST"/>
    <w:uiPriority w:val="99"/>
    <w:rsid w:val="0026523D"/>
    <w:pPr>
      <w:numPr>
        <w:numId w:val="1"/>
      </w:numPr>
    </w:pPr>
  </w:style>
  <w:style w:type="numbering" w:customStyle="1" w:styleId="AST-Listados">
    <w:name w:val="AST-Listados"/>
    <w:uiPriority w:val="99"/>
    <w:rsid w:val="0026523D"/>
    <w:pPr>
      <w:numPr>
        <w:numId w:val="2"/>
      </w:numPr>
    </w:pPr>
  </w:style>
  <w:style w:type="character" w:customStyle="1" w:styleId="Ttulo1Car">
    <w:name w:val="Título 1 Car"/>
    <w:basedOn w:val="Fuentedeprrafopredeter"/>
    <w:link w:val="Ttulo1"/>
    <w:uiPriority w:val="9"/>
    <w:rsid w:val="002A3D8D"/>
    <w:rPr>
      <w:rFonts w:ascii="Open Sans" w:hAnsi="Open Sans" w:cs="Cambria"/>
      <w:b/>
      <w:bCs/>
      <w:sz w:val="20"/>
      <w:szCs w:val="20"/>
      <w:lang w:val="es-ES"/>
    </w:rPr>
  </w:style>
  <w:style w:type="paragraph" w:styleId="TtuloTDC">
    <w:name w:val="TOC Heading"/>
    <w:basedOn w:val="Ttulo1"/>
    <w:next w:val="Normal"/>
    <w:uiPriority w:val="39"/>
    <w:unhideWhenUsed/>
    <w:rsid w:val="004946D8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46D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46D8"/>
    <w:rPr>
      <w:rFonts w:ascii="Lucida Grande" w:hAnsi="Lucida Grande"/>
      <w:sz w:val="18"/>
      <w:szCs w:val="18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4946D8"/>
    <w:pPr>
      <w:spacing w:before="120"/>
    </w:pPr>
    <w:rPr>
      <w:b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4946D8"/>
    <w:pPr>
      <w:ind w:left="240"/>
    </w:pPr>
    <w:rPr>
      <w:b/>
      <w:sz w:val="22"/>
      <w:szCs w:val="22"/>
    </w:rPr>
  </w:style>
  <w:style w:type="paragraph" w:styleId="TDC3">
    <w:name w:val="toc 3"/>
    <w:basedOn w:val="Normal"/>
    <w:next w:val="Normal"/>
    <w:autoRedefine/>
    <w:uiPriority w:val="39"/>
    <w:semiHidden/>
    <w:unhideWhenUsed/>
    <w:rsid w:val="004946D8"/>
    <w:pPr>
      <w:ind w:left="480"/>
    </w:pPr>
    <w:rPr>
      <w:sz w:val="22"/>
      <w:szCs w:val="22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4946D8"/>
    <w:pPr>
      <w:ind w:left="72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4946D8"/>
    <w:pPr>
      <w:ind w:left="96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4946D8"/>
    <w:pPr>
      <w:ind w:left="12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4946D8"/>
    <w:pPr>
      <w:ind w:left="144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4946D8"/>
    <w:pPr>
      <w:ind w:left="168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4946D8"/>
    <w:pPr>
      <w:ind w:left="1920"/>
    </w:pPr>
  </w:style>
  <w:style w:type="paragraph" w:styleId="Encabezado">
    <w:name w:val="header"/>
    <w:basedOn w:val="Normal"/>
    <w:link w:val="EncabezadoCar"/>
    <w:uiPriority w:val="99"/>
    <w:unhideWhenUsed/>
    <w:rsid w:val="004C7B00"/>
    <w:pPr>
      <w:tabs>
        <w:tab w:val="center" w:pos="4252"/>
        <w:tab w:val="right" w:pos="8504"/>
      </w:tabs>
    </w:pPr>
    <w:rPr>
      <w:b/>
    </w:rPr>
  </w:style>
  <w:style w:type="character" w:customStyle="1" w:styleId="EncabezadoCar">
    <w:name w:val="Encabezado Car"/>
    <w:basedOn w:val="Fuentedeprrafopredeter"/>
    <w:link w:val="Encabezado"/>
    <w:uiPriority w:val="99"/>
    <w:rsid w:val="004C7B00"/>
    <w:rPr>
      <w:rFonts w:ascii="Open Sans" w:hAnsi="Open Sans"/>
      <w:b/>
    </w:rPr>
  </w:style>
  <w:style w:type="paragraph" w:styleId="Piedepgina">
    <w:name w:val="footer"/>
    <w:basedOn w:val="Normal"/>
    <w:link w:val="PiedepginaCar"/>
    <w:uiPriority w:val="99"/>
    <w:unhideWhenUsed/>
    <w:rsid w:val="00A3505E"/>
    <w:pPr>
      <w:tabs>
        <w:tab w:val="center" w:pos="4252"/>
        <w:tab w:val="right" w:pos="8504"/>
      </w:tabs>
      <w:jc w:val="center"/>
    </w:pPr>
    <w:rPr>
      <w:b/>
      <w:bCs/>
      <w:color w:val="93A5AD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3505E"/>
    <w:rPr>
      <w:rFonts w:ascii="Open Sans" w:hAnsi="Open Sans" w:cs="Cambria"/>
      <w:b/>
      <w:bCs/>
      <w:color w:val="93A5AD"/>
      <w:sz w:val="20"/>
      <w:szCs w:val="20"/>
      <w:lang w:val="es-ES"/>
    </w:rPr>
  </w:style>
  <w:style w:type="paragraph" w:styleId="Sinespaciado">
    <w:name w:val="No Spacing"/>
    <w:aliases w:val="Ladillo"/>
    <w:uiPriority w:val="1"/>
    <w:qFormat/>
    <w:rsid w:val="004C7B00"/>
    <w:rPr>
      <w:rFonts w:ascii="Open Sans" w:hAnsi="Open Sans"/>
      <w:b/>
      <w:color w:val="93A5AD"/>
      <w:sz w:val="20"/>
    </w:rPr>
  </w:style>
  <w:style w:type="paragraph" w:styleId="Cita">
    <w:name w:val="Quote"/>
    <w:basedOn w:val="Normal"/>
    <w:next w:val="Normal"/>
    <w:link w:val="CitaCar"/>
    <w:uiPriority w:val="29"/>
    <w:qFormat/>
    <w:rsid w:val="004C7B00"/>
    <w:pPr>
      <w:spacing w:before="120" w:after="120"/>
      <w:ind w:left="708"/>
    </w:pPr>
    <w:rPr>
      <w:b/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4C7B00"/>
    <w:rPr>
      <w:rFonts w:ascii="Open Sans" w:hAnsi="Open Sans"/>
      <w:i/>
      <w:iCs/>
      <w:color w:val="93A5AD"/>
      <w:sz w:val="20"/>
    </w:rPr>
  </w:style>
  <w:style w:type="paragraph" w:styleId="Ttulo">
    <w:name w:val="Title"/>
    <w:basedOn w:val="Normal"/>
    <w:next w:val="Normal"/>
    <w:link w:val="TtuloCar"/>
    <w:uiPriority w:val="10"/>
    <w:qFormat/>
    <w:rsid w:val="00B37130"/>
    <w:pPr>
      <w:contextualSpacing/>
    </w:pPr>
    <w:rPr>
      <w:rFonts w:asciiTheme="majorHAnsi" w:eastAsiaTheme="majorEastAsia" w:hAnsiTheme="majorHAnsi" w:cstheme="majorBidi"/>
      <w:b/>
      <w:bCs/>
      <w:color w:val="93A5AD"/>
      <w:spacing w:val="-10"/>
      <w:kern w:val="28"/>
      <w:sz w:val="24"/>
      <w:szCs w:val="24"/>
    </w:rPr>
  </w:style>
  <w:style w:type="character" w:customStyle="1" w:styleId="TtuloCar">
    <w:name w:val="Título Car"/>
    <w:basedOn w:val="Fuentedeprrafopredeter"/>
    <w:link w:val="Ttulo"/>
    <w:uiPriority w:val="10"/>
    <w:rsid w:val="00B37130"/>
    <w:rPr>
      <w:rFonts w:asciiTheme="majorHAnsi" w:eastAsiaTheme="majorEastAsia" w:hAnsiTheme="majorHAnsi" w:cstheme="majorBidi"/>
      <w:b/>
      <w:bCs/>
      <w:color w:val="93A5AD"/>
      <w:spacing w:val="-10"/>
      <w:kern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2A3D8D"/>
    <w:rPr>
      <w:rFonts w:ascii="Open Sans" w:hAnsi="Open Sans" w:cs="Cambria"/>
      <w:sz w:val="20"/>
      <w:szCs w:val="20"/>
      <w:lang w:val="es-ES"/>
    </w:rPr>
  </w:style>
  <w:style w:type="paragraph" w:styleId="Prrafodelista">
    <w:name w:val="List Paragraph"/>
    <w:basedOn w:val="Normal"/>
    <w:uiPriority w:val="34"/>
    <w:rsid w:val="00142785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A0040C"/>
    <w:pPr>
      <w:widowControl/>
      <w:autoSpaceDE/>
      <w:autoSpaceDN/>
      <w:adjustRightInd/>
      <w:ind w:right="0"/>
      <w:jc w:val="left"/>
    </w:pPr>
    <w:rPr>
      <w:rFonts w:cstheme="minorBidi"/>
      <w:color w:val="93A5AD"/>
      <w:sz w:val="18"/>
      <w:lang w:val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A0040C"/>
    <w:rPr>
      <w:rFonts w:ascii="Open Sans" w:hAnsi="Open Sans"/>
      <w:color w:val="93A5AD"/>
      <w:sz w:val="18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75B63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9B7F5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B7F52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43D2C"/>
    <w:rPr>
      <w:rFonts w:asciiTheme="majorHAnsi" w:eastAsiaTheme="majorEastAsia" w:hAnsiTheme="majorHAnsi" w:cstheme="majorBidi"/>
      <w:color w:val="93A5AD"/>
      <w:sz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istina%20Bengoechea\OneDrive%20-%20CLUSTER%20NACIONAL%20DE%20PRODUCTORES%20DE%20GANADO%20PORCINO\Documentos\20210618_imagen_imasporc\plantillas\Plantilla%20imasporc_formal_pa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enSans-OpenSans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2E75DDBC5A304CBB24BBFDA61AF86A" ma:contentTypeVersion="9" ma:contentTypeDescription="Crear nuevo documento." ma:contentTypeScope="" ma:versionID="2a8ef8822842ed566d64e0129a408149">
  <xsd:schema xmlns:xsd="http://www.w3.org/2001/XMLSchema" xmlns:xs="http://www.w3.org/2001/XMLSchema" xmlns:p="http://schemas.microsoft.com/office/2006/metadata/properties" xmlns:ns2="715ad916-6973-4d59-a6cd-99da0b49fba5" targetNamespace="http://schemas.microsoft.com/office/2006/metadata/properties" ma:root="true" ma:fieldsID="17b287f264df1af250e3bf10637c874d" ns2:_="">
    <xsd:import namespace="715ad916-6973-4d59-a6cd-99da0b49f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d916-6973-4d59-a6cd-99da0b49fb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085781-0C3F-4448-8912-D9A61966617F}"/>
</file>

<file path=customXml/itemProps2.xml><?xml version="1.0" encoding="utf-8"?>
<ds:datastoreItem xmlns:ds="http://schemas.openxmlformats.org/officeDocument/2006/customXml" ds:itemID="{FA83D19C-C2C4-4A38-90C6-AA87C20B8A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C06BE9-5C16-485B-B3B8-CE742DD7BB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748306-0AA9-CF47-96E9-0406EB52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imasporc_formal_pag</Template>
  <TotalTime>16</TotalTime>
  <Pages>2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Bengoechea Cuadrado</dc:creator>
  <cp:keywords/>
  <dc:description/>
  <cp:lastModifiedBy>Cristina Bengoechea</cp:lastModifiedBy>
  <cp:revision>4</cp:revision>
  <cp:lastPrinted>2019-05-20T11:52:00Z</cp:lastPrinted>
  <dcterms:created xsi:type="dcterms:W3CDTF">2023-01-26T10:49:00Z</dcterms:created>
  <dcterms:modified xsi:type="dcterms:W3CDTF">2023-01-26T11:06:00Z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0x0101001E2E75DDBC5A304CBB24BBFDA61AF86A</vt:lpwstr>
  </property>
</Properties>
</file>